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6A4" w:rsidRPr="00A859AA" w:rsidRDefault="0005235E" w:rsidP="00A4605B">
      <w:pPr>
        <w:ind w:left="360"/>
        <w:rPr>
          <w:b/>
          <w:lang w:val="es-VE"/>
        </w:rPr>
      </w:pPr>
      <w:r>
        <w:rPr>
          <w:b/>
        </w:rPr>
        <w:t xml:space="preserve"> </w:t>
      </w:r>
      <w:r w:rsidR="00D46535">
        <w:rPr>
          <w:b/>
        </w:rPr>
        <w:t xml:space="preserve"> </w:t>
      </w:r>
      <w:r w:rsidR="00207BCB" w:rsidRPr="00A859AA">
        <w:rPr>
          <w:b/>
          <w:lang w:val="es-VE"/>
        </w:rPr>
        <w:t>Site Address:</w:t>
      </w:r>
    </w:p>
    <w:p w:rsidR="00207BCB" w:rsidRPr="00D46535" w:rsidRDefault="00207BCB" w:rsidP="00A4605B">
      <w:pPr>
        <w:ind w:left="360"/>
        <w:rPr>
          <w:lang w:val="es-VE"/>
        </w:rPr>
      </w:pPr>
      <w:r w:rsidRPr="00D46535">
        <w:rPr>
          <w:lang w:val="es-VE"/>
        </w:rPr>
        <w:t>CA.LA ELECTRICIDAD DE CARACAS (EDC)</w:t>
      </w:r>
    </w:p>
    <w:p w:rsidR="009F179B" w:rsidRPr="00D46535" w:rsidRDefault="00207BCB" w:rsidP="00A4605B">
      <w:pPr>
        <w:ind w:left="360"/>
        <w:rPr>
          <w:lang w:val="es-VE"/>
        </w:rPr>
      </w:pPr>
      <w:r w:rsidRPr="00D46535">
        <w:rPr>
          <w:lang w:val="es-VE"/>
        </w:rPr>
        <w:t>Carretera Nacional Guarenas Guatire, Km 3</w:t>
      </w:r>
    </w:p>
    <w:p w:rsidR="00207BCB" w:rsidRPr="00D46535" w:rsidRDefault="00207BCB" w:rsidP="00C54D1E">
      <w:pPr>
        <w:tabs>
          <w:tab w:val="left" w:pos="8400"/>
        </w:tabs>
        <w:ind w:left="360"/>
        <w:rPr>
          <w:lang w:val="es-VE"/>
        </w:rPr>
      </w:pPr>
      <w:r w:rsidRPr="00D46535">
        <w:rPr>
          <w:lang w:val="es-VE"/>
        </w:rPr>
        <w:t>Deposito Eleggua, Electricidad de Caracas</w:t>
      </w:r>
      <w:r w:rsidR="00C54D1E" w:rsidRPr="00D46535">
        <w:rPr>
          <w:lang w:val="es-VE"/>
        </w:rPr>
        <w:tab/>
      </w:r>
    </w:p>
    <w:p w:rsidR="009F179B" w:rsidRPr="00D46535" w:rsidRDefault="009F179B" w:rsidP="00A4605B">
      <w:pPr>
        <w:ind w:left="360"/>
        <w:rPr>
          <w:b/>
          <w:color w:val="FF0000"/>
          <w:lang w:val="es-VE"/>
        </w:rPr>
      </w:pPr>
    </w:p>
    <w:p w:rsidR="009F179B" w:rsidRDefault="00207BCB" w:rsidP="00A4605B">
      <w:pPr>
        <w:ind w:left="360"/>
        <w:rPr>
          <w:b/>
        </w:rPr>
      </w:pPr>
      <w:r w:rsidRPr="00207BCB">
        <w:rPr>
          <w:b/>
        </w:rPr>
        <w:t>Contract Information:</w:t>
      </w:r>
    </w:p>
    <w:p w:rsidR="00207BCB" w:rsidRDefault="00207BCB" w:rsidP="00A4605B">
      <w:pPr>
        <w:ind w:left="360"/>
      </w:pPr>
      <w:r>
        <w:t>Pro Energy Services contracted by Derwick to execute EPC Contract</w:t>
      </w:r>
    </w:p>
    <w:p w:rsidR="00207BCB" w:rsidRDefault="00BF74A3" w:rsidP="00A4605B">
      <w:pPr>
        <w:ind w:left="360"/>
      </w:pPr>
      <w:r>
        <w:t>Derwick contracted by EDC:  EDC is the End Client</w:t>
      </w:r>
    </w:p>
    <w:p w:rsidR="009F179B" w:rsidRDefault="00207BCB" w:rsidP="00A4605B">
      <w:pPr>
        <w:ind w:left="360"/>
      </w:pPr>
      <w:r>
        <w:t>Engineering services provided by EDGI, Tulsa, Oklahoma</w:t>
      </w:r>
    </w:p>
    <w:p w:rsidR="00BF74A3" w:rsidRDefault="00BF74A3" w:rsidP="00A4605B">
      <w:pPr>
        <w:ind w:left="360"/>
      </w:pPr>
      <w:r>
        <w:t>Vepica contracted by EDC to provide QA/QC as eyes for EDC</w:t>
      </w:r>
    </w:p>
    <w:p w:rsidR="009F179B" w:rsidRPr="000466A4" w:rsidRDefault="00BF74A3" w:rsidP="00A4605B">
      <w:pPr>
        <w:ind w:left="360"/>
        <w:rPr>
          <w:b/>
          <w:color w:val="FF0000"/>
        </w:rPr>
      </w:pPr>
      <w:r>
        <w:t>Contract Signatory Date:  22MAR10</w:t>
      </w:r>
    </w:p>
    <w:p w:rsidR="000466A4" w:rsidRDefault="000466A4" w:rsidP="00A4605B">
      <w:pPr>
        <w:ind w:left="360"/>
        <w:rPr>
          <w:b/>
        </w:rPr>
      </w:pPr>
    </w:p>
    <w:p w:rsidR="009B0B5F" w:rsidRDefault="000D48C3" w:rsidP="00A4605B">
      <w:pPr>
        <w:ind w:left="360"/>
        <w:rPr>
          <w:b/>
        </w:rPr>
      </w:pPr>
      <w:r w:rsidRPr="000D48C3">
        <w:rPr>
          <w:b/>
        </w:rPr>
        <w:t>Temperature &amp; Site Conditions</w:t>
      </w:r>
      <w:r w:rsidRPr="003531DB">
        <w:rPr>
          <w:b/>
        </w:rPr>
        <w:t xml:space="preserve">:  </w:t>
      </w:r>
      <w:r w:rsidRPr="003531DB">
        <w:t xml:space="preserve">High </w:t>
      </w:r>
      <w:r w:rsidR="00BD208E">
        <w:t>28</w:t>
      </w:r>
      <w:r w:rsidRPr="003531DB">
        <w:t xml:space="preserve"> Low </w:t>
      </w:r>
      <w:r w:rsidR="00BD208E">
        <w:t>22</w:t>
      </w:r>
      <w:r w:rsidR="00A859AA">
        <w:t xml:space="preserve">,   </w:t>
      </w:r>
      <w:r w:rsidR="009D0C8A" w:rsidRPr="00D3012E">
        <w:t xml:space="preserve"> </w:t>
      </w:r>
      <w:r w:rsidR="00BD208E">
        <w:t>85</w:t>
      </w:r>
      <w:r w:rsidR="00D3012E" w:rsidRPr="00D3012E">
        <w:t xml:space="preserve"> -</w:t>
      </w:r>
      <w:r w:rsidR="00BD208E">
        <w:t xml:space="preserve"> 90</w:t>
      </w:r>
      <w:r w:rsidR="009E62FC" w:rsidRPr="00D3012E">
        <w:t>%</w:t>
      </w:r>
      <w:r w:rsidR="009E62FC">
        <w:t xml:space="preserve"> </w:t>
      </w:r>
      <w:r w:rsidR="003F4010">
        <w:t>Humidity</w:t>
      </w:r>
      <w:r w:rsidR="00124F40">
        <w:t>;</w:t>
      </w:r>
      <w:r w:rsidR="002D471E">
        <w:t xml:space="preserve">  </w:t>
      </w:r>
    </w:p>
    <w:p w:rsidR="00BF74A3" w:rsidRDefault="000D48C3" w:rsidP="00A4605B">
      <w:pPr>
        <w:ind w:left="360"/>
        <w:rPr>
          <w:b/>
        </w:rPr>
      </w:pPr>
      <w:r w:rsidRPr="000D48C3">
        <w:rPr>
          <w:b/>
        </w:rPr>
        <w:t xml:space="preserve">Personal </w:t>
      </w:r>
      <w:r w:rsidR="00BF74A3">
        <w:rPr>
          <w:b/>
        </w:rPr>
        <w:t>o</w:t>
      </w:r>
      <w:r w:rsidRPr="000D48C3">
        <w:rPr>
          <w:b/>
        </w:rPr>
        <w:t>n Site:</w:t>
      </w:r>
      <w:r>
        <w:rPr>
          <w:b/>
        </w:rPr>
        <w:tab/>
      </w:r>
    </w:p>
    <w:p w:rsidR="000D48C3" w:rsidRDefault="000D48C3" w:rsidP="00A4605B">
      <w:pPr>
        <w:ind w:left="360"/>
      </w:pPr>
      <w:r>
        <w:rPr>
          <w:b/>
        </w:rPr>
        <w:tab/>
      </w:r>
      <w:r>
        <w:t>J D Robinson</w:t>
      </w:r>
      <w:r>
        <w:tab/>
      </w:r>
      <w:r>
        <w:tab/>
      </w:r>
      <w:r>
        <w:tab/>
      </w:r>
      <w:r w:rsidR="00BF74A3">
        <w:t>Project Manager</w:t>
      </w:r>
      <w:r w:rsidR="00106045">
        <w:tab/>
      </w:r>
      <w:r w:rsidR="00106045">
        <w:tab/>
      </w:r>
      <w:r w:rsidR="00106045">
        <w:tab/>
        <w:t>0424 232 0528</w:t>
      </w:r>
    </w:p>
    <w:p w:rsidR="000D48C3" w:rsidRDefault="000D48C3" w:rsidP="00936B01">
      <w:pPr>
        <w:ind w:left="360"/>
      </w:pPr>
      <w:r>
        <w:rPr>
          <w:b/>
        </w:rPr>
        <w:tab/>
      </w:r>
      <w:r w:rsidRPr="000D48C3">
        <w:t>Roger Barr</w:t>
      </w:r>
      <w:r>
        <w:tab/>
      </w:r>
      <w:r>
        <w:tab/>
      </w:r>
      <w:r>
        <w:tab/>
      </w:r>
      <w:r w:rsidR="00BF74A3">
        <w:t xml:space="preserve">Construction Superintendent </w:t>
      </w:r>
      <w:r w:rsidR="00106045">
        <w:tab/>
      </w:r>
      <w:r w:rsidR="00106045">
        <w:tab/>
        <w:t>0424 156 4962</w:t>
      </w:r>
      <w:r w:rsidR="009332A7">
        <w:tab/>
      </w:r>
    </w:p>
    <w:p w:rsidR="000D48C3" w:rsidRDefault="000D48C3" w:rsidP="00A4605B">
      <w:pPr>
        <w:ind w:left="360"/>
      </w:pPr>
      <w:r>
        <w:tab/>
      </w:r>
      <w:r w:rsidR="00D6401E">
        <w:t>Mike Shingle</w:t>
      </w:r>
      <w:r w:rsidR="00D6401E">
        <w:tab/>
      </w:r>
      <w:r w:rsidR="00D6401E">
        <w:tab/>
      </w:r>
      <w:r w:rsidR="00D6401E">
        <w:tab/>
      </w:r>
      <w:r w:rsidR="00BF74A3">
        <w:t>Civil Superintendent</w:t>
      </w:r>
      <w:r w:rsidR="004B6A6E">
        <w:tab/>
      </w:r>
      <w:r w:rsidR="00106045">
        <w:tab/>
      </w:r>
      <w:r w:rsidR="00106045">
        <w:tab/>
        <w:t>0424 157 6067</w:t>
      </w:r>
    </w:p>
    <w:p w:rsidR="00D6401E" w:rsidRDefault="00D6401E" w:rsidP="00A4605B">
      <w:pPr>
        <w:ind w:left="360"/>
      </w:pPr>
      <w:r>
        <w:tab/>
      </w:r>
      <w:r w:rsidR="00AA5A8E">
        <w:t>Thabang Malebye</w:t>
      </w:r>
      <w:r w:rsidR="00AA5A8E">
        <w:tab/>
      </w:r>
      <w:r w:rsidR="00AA5A8E">
        <w:tab/>
        <w:t>Logis</w:t>
      </w:r>
      <w:r w:rsidR="00076C58">
        <w:t>tics / Warehouse Manager</w:t>
      </w:r>
      <w:r w:rsidR="00076C58">
        <w:tab/>
        <w:t>0414 399 6192</w:t>
      </w:r>
    </w:p>
    <w:p w:rsidR="00881943" w:rsidRDefault="00881943" w:rsidP="00A4605B">
      <w:pPr>
        <w:ind w:left="360"/>
      </w:pPr>
      <w:r>
        <w:tab/>
        <w:t>Scott Blair</w:t>
      </w:r>
      <w:r>
        <w:tab/>
      </w:r>
      <w:r>
        <w:tab/>
      </w:r>
      <w:r>
        <w:tab/>
      </w:r>
      <w:r w:rsidR="00BF74A3">
        <w:t>Scheduler</w:t>
      </w:r>
      <w:r w:rsidR="00106045">
        <w:tab/>
      </w:r>
      <w:r w:rsidR="00106045">
        <w:tab/>
      </w:r>
      <w:r w:rsidR="00106045">
        <w:tab/>
      </w:r>
      <w:r w:rsidR="00106045">
        <w:tab/>
      </w:r>
      <w:r w:rsidR="00C76DCD">
        <w:t>0424 215 1508</w:t>
      </w:r>
      <w:r w:rsidR="009332A7">
        <w:tab/>
      </w:r>
    </w:p>
    <w:p w:rsidR="00D6401E" w:rsidRDefault="00D6401E" w:rsidP="00A4605B">
      <w:pPr>
        <w:ind w:left="360"/>
      </w:pPr>
      <w:r>
        <w:tab/>
        <w:t>Jose Isaya</w:t>
      </w:r>
      <w:r>
        <w:tab/>
      </w:r>
      <w:r>
        <w:tab/>
      </w:r>
      <w:r>
        <w:tab/>
      </w:r>
      <w:r w:rsidR="00BF74A3">
        <w:t>Logistics Assistant</w:t>
      </w:r>
      <w:r w:rsidR="00106045">
        <w:tab/>
      </w:r>
      <w:r w:rsidR="00106045">
        <w:tab/>
      </w:r>
      <w:r w:rsidR="00106045">
        <w:tab/>
        <w:t>0416 402 2202</w:t>
      </w:r>
    </w:p>
    <w:p w:rsidR="00D6401E" w:rsidRDefault="00D6401E" w:rsidP="00A4605B">
      <w:pPr>
        <w:ind w:left="360"/>
      </w:pPr>
      <w:r>
        <w:tab/>
        <w:t>Edwin Isea</w:t>
      </w:r>
      <w:r>
        <w:tab/>
      </w:r>
      <w:r>
        <w:tab/>
      </w:r>
      <w:r>
        <w:tab/>
      </w:r>
      <w:r w:rsidR="00BF74A3">
        <w:t>Resident Electrical Engineer</w:t>
      </w:r>
      <w:r w:rsidR="00106045">
        <w:tab/>
      </w:r>
      <w:r w:rsidR="00106045">
        <w:tab/>
        <w:t>0412 238 0005</w:t>
      </w:r>
    </w:p>
    <w:p w:rsidR="00D6401E" w:rsidRDefault="00D6401E" w:rsidP="00A4605B">
      <w:pPr>
        <w:ind w:left="360"/>
      </w:pPr>
      <w:r>
        <w:tab/>
        <w:t>Eric Martin</w:t>
      </w:r>
      <w:r>
        <w:tab/>
      </w:r>
      <w:r>
        <w:tab/>
      </w:r>
      <w:r>
        <w:tab/>
      </w:r>
      <w:r w:rsidR="00BF74A3">
        <w:t>Administrative Assistant</w:t>
      </w:r>
      <w:r>
        <w:tab/>
      </w:r>
      <w:r w:rsidR="00106045">
        <w:tab/>
        <w:t>0424 106 5474</w:t>
      </w:r>
    </w:p>
    <w:p w:rsidR="00D6401E" w:rsidRDefault="00D6401E" w:rsidP="00A4605B">
      <w:pPr>
        <w:ind w:left="360"/>
      </w:pPr>
      <w:r>
        <w:tab/>
        <w:t>Luis Nunez</w:t>
      </w:r>
      <w:r>
        <w:tab/>
      </w:r>
      <w:r>
        <w:tab/>
      </w:r>
      <w:r>
        <w:tab/>
      </w:r>
      <w:r w:rsidR="00BF74A3">
        <w:t xml:space="preserve">Logistics </w:t>
      </w:r>
      <w:r w:rsidR="00076C58">
        <w:t>Assistant</w:t>
      </w:r>
      <w:r w:rsidR="00106045">
        <w:tab/>
      </w:r>
      <w:r w:rsidR="00106045">
        <w:tab/>
      </w:r>
      <w:r w:rsidR="00106045">
        <w:tab/>
        <w:t>0424 158 2387</w:t>
      </w:r>
    </w:p>
    <w:p w:rsidR="00D6401E" w:rsidRDefault="00D6401E" w:rsidP="00A4605B">
      <w:pPr>
        <w:ind w:left="360"/>
      </w:pPr>
      <w:r>
        <w:tab/>
        <w:t>Jesus Van Der Velde</w:t>
      </w:r>
      <w:r>
        <w:tab/>
      </w:r>
      <w:r w:rsidR="00106045">
        <w:tab/>
        <w:t>Resident Mechanical Engineer</w:t>
      </w:r>
      <w:r w:rsidR="00106045">
        <w:tab/>
        <w:t>0424 157 1237</w:t>
      </w:r>
    </w:p>
    <w:p w:rsidR="004B6A6E" w:rsidRDefault="004B6A6E" w:rsidP="00A4605B">
      <w:pPr>
        <w:ind w:left="360"/>
      </w:pPr>
      <w:r>
        <w:tab/>
        <w:t>Clayton Ely</w:t>
      </w:r>
      <w:r>
        <w:tab/>
      </w:r>
      <w:r>
        <w:tab/>
      </w:r>
      <w:r>
        <w:tab/>
        <w:t>Quality Assurance / Quality Control</w:t>
      </w:r>
      <w:r>
        <w:tab/>
        <w:t xml:space="preserve">0424 </w:t>
      </w:r>
      <w:r w:rsidR="00472E11">
        <w:t>157 7508</w:t>
      </w:r>
    </w:p>
    <w:p w:rsidR="00076C58" w:rsidRDefault="00076C58" w:rsidP="00A4605B">
      <w:pPr>
        <w:ind w:left="360"/>
      </w:pPr>
      <w:r>
        <w:tab/>
        <w:t>Nicole Martinez</w:t>
      </w:r>
      <w:r>
        <w:tab/>
      </w:r>
      <w:r>
        <w:tab/>
        <w:t>SHA Ma</w:t>
      </w:r>
      <w:r w:rsidR="00A47BEF">
        <w:t>nager</w:t>
      </w:r>
      <w:r w:rsidR="00A47BEF">
        <w:tab/>
      </w:r>
      <w:r w:rsidR="00A47BEF">
        <w:tab/>
      </w:r>
      <w:r w:rsidR="00A47BEF">
        <w:tab/>
      </w:r>
      <w:r w:rsidR="00A47BEF">
        <w:tab/>
        <w:t>0424 215 3087</w:t>
      </w:r>
    </w:p>
    <w:p w:rsidR="006E42D4" w:rsidRDefault="006E42D4" w:rsidP="00A4605B">
      <w:pPr>
        <w:ind w:left="360"/>
      </w:pPr>
      <w:r>
        <w:tab/>
        <w:t>Terry Henry</w:t>
      </w:r>
      <w:r>
        <w:tab/>
      </w:r>
      <w:r>
        <w:tab/>
      </w:r>
      <w:r>
        <w:tab/>
        <w:t>Electrical Superintendent</w:t>
      </w:r>
      <w:r>
        <w:tab/>
      </w:r>
      <w:r>
        <w:tab/>
        <w:t>0424 216 5507</w:t>
      </w:r>
    </w:p>
    <w:p w:rsidR="008A7F66" w:rsidRDefault="008A7F66" w:rsidP="00A4605B">
      <w:pPr>
        <w:ind w:left="360"/>
      </w:pPr>
      <w:r>
        <w:tab/>
        <w:t>Luis Garcia</w:t>
      </w:r>
      <w:r>
        <w:tab/>
      </w:r>
      <w:r>
        <w:tab/>
      </w:r>
      <w:r>
        <w:tab/>
        <w:t>Administrative Assistant</w:t>
      </w:r>
      <w:r>
        <w:tab/>
      </w:r>
      <w:r>
        <w:tab/>
        <w:t>0414 174 6245</w:t>
      </w:r>
    </w:p>
    <w:p w:rsidR="00DD543A" w:rsidRDefault="005C2F01" w:rsidP="00A4605B">
      <w:pPr>
        <w:ind w:left="360"/>
      </w:pPr>
      <w:r>
        <w:tab/>
      </w:r>
    </w:p>
    <w:p w:rsidR="00192800" w:rsidRDefault="00DD543A" w:rsidP="00A4605B">
      <w:pPr>
        <w:ind w:left="360"/>
        <w:rPr>
          <w:b/>
        </w:rPr>
      </w:pPr>
      <w:r w:rsidRPr="00DD543A">
        <w:rPr>
          <w:b/>
        </w:rPr>
        <w:t>General Items:</w:t>
      </w:r>
      <w:r>
        <w:rPr>
          <w:b/>
        </w:rPr>
        <w:t xml:space="preserve"> </w:t>
      </w:r>
    </w:p>
    <w:p w:rsidR="00DD543A" w:rsidRDefault="00DD543A" w:rsidP="00D46535"/>
    <w:p w:rsidR="001A29A1" w:rsidRDefault="00DD543A" w:rsidP="00936B01">
      <w:pPr>
        <w:numPr>
          <w:ilvl w:val="0"/>
          <w:numId w:val="36"/>
        </w:numPr>
        <w:ind w:left="360"/>
      </w:pPr>
      <w:r>
        <w:t xml:space="preserve">National Guard quarters </w:t>
      </w:r>
      <w:r w:rsidR="00E621EC">
        <w:t>R</w:t>
      </w:r>
      <w:r w:rsidR="00D340FF">
        <w:t>efurbis</w:t>
      </w:r>
      <w:r w:rsidR="00E71465">
        <w:t>hment: Latrine plumbing leaks repaired. Sink and gas line still on punchlist.</w:t>
      </w:r>
    </w:p>
    <w:p w:rsidR="00316D3A" w:rsidRDefault="00E71465" w:rsidP="00D340FF">
      <w:pPr>
        <w:numPr>
          <w:ilvl w:val="0"/>
          <w:numId w:val="36"/>
        </w:numPr>
        <w:ind w:left="360"/>
      </w:pPr>
      <w:r>
        <w:t>Site curbs cleaned and painted north to guard house complete.</w:t>
      </w:r>
    </w:p>
    <w:p w:rsidR="00DA224D" w:rsidRDefault="00D340FF" w:rsidP="00D340FF">
      <w:pPr>
        <w:numPr>
          <w:ilvl w:val="0"/>
          <w:numId w:val="36"/>
        </w:numPr>
        <w:ind w:left="360"/>
      </w:pPr>
      <w:r>
        <w:t>Contai</w:t>
      </w:r>
      <w:r w:rsidR="00E71465">
        <w:t xml:space="preserve">ners </w:t>
      </w:r>
      <w:r>
        <w:t xml:space="preserve"> moved to warehouse to make room for the h</w:t>
      </w:r>
      <w:r w:rsidR="00E71465">
        <w:t>eavy load equipment due late this week.</w:t>
      </w:r>
    </w:p>
    <w:p w:rsidR="00F30BC7" w:rsidRDefault="00F30BC7" w:rsidP="004E1CEE">
      <w:pPr>
        <w:numPr>
          <w:ilvl w:val="0"/>
          <w:numId w:val="36"/>
        </w:numPr>
        <w:ind w:left="360"/>
      </w:pPr>
      <w:r>
        <w:t>Main Con</w:t>
      </w:r>
      <w:r w:rsidR="00E71465">
        <w:t>trol Room began forms and rebar work.</w:t>
      </w:r>
    </w:p>
    <w:p w:rsidR="00400641" w:rsidRDefault="00400641" w:rsidP="004E1CEE">
      <w:pPr>
        <w:numPr>
          <w:ilvl w:val="0"/>
          <w:numId w:val="36"/>
        </w:numPr>
        <w:ind w:left="360"/>
      </w:pPr>
      <w:r>
        <w:t>Plant Entrance way completed, work has begun on second gate in fab-shop.</w:t>
      </w:r>
    </w:p>
    <w:p w:rsidR="00F30BC7" w:rsidRDefault="00F30BC7" w:rsidP="00D340FF">
      <w:pPr>
        <w:ind w:left="360"/>
      </w:pPr>
    </w:p>
    <w:p w:rsidR="00DD543A" w:rsidRDefault="00DD543A" w:rsidP="00A4605B">
      <w:pPr>
        <w:ind w:left="360"/>
      </w:pPr>
    </w:p>
    <w:p w:rsidR="004834E8" w:rsidRDefault="004834E8" w:rsidP="0003299A">
      <w:pPr>
        <w:rPr>
          <w:b/>
        </w:rPr>
      </w:pPr>
    </w:p>
    <w:p w:rsidR="0005235E" w:rsidRDefault="0005235E" w:rsidP="00A4605B">
      <w:pPr>
        <w:ind w:left="360"/>
        <w:rPr>
          <w:b/>
        </w:rPr>
      </w:pPr>
    </w:p>
    <w:p w:rsidR="0005235E" w:rsidRDefault="0005235E" w:rsidP="00A4605B">
      <w:pPr>
        <w:ind w:left="360"/>
        <w:rPr>
          <w:b/>
        </w:rPr>
      </w:pPr>
    </w:p>
    <w:p w:rsidR="0005235E" w:rsidRDefault="0005235E" w:rsidP="00A4605B">
      <w:pPr>
        <w:ind w:left="360"/>
        <w:rPr>
          <w:b/>
        </w:rPr>
      </w:pPr>
    </w:p>
    <w:p w:rsidR="0005235E" w:rsidRDefault="006E5471" w:rsidP="00400641">
      <w:pPr>
        <w:ind w:left="360"/>
        <w:rPr>
          <w:b/>
        </w:rPr>
      </w:pPr>
      <w:r>
        <w:rPr>
          <w:b/>
        </w:rPr>
        <w:lastRenderedPageBreak/>
        <w:t>Action Items:</w:t>
      </w:r>
    </w:p>
    <w:p w:rsidR="000C4F63" w:rsidRPr="00353166" w:rsidRDefault="0003299A" w:rsidP="0003299A">
      <w:pPr>
        <w:rPr>
          <w:b/>
        </w:rPr>
      </w:pPr>
      <w:r>
        <w:rPr>
          <w:b/>
        </w:rPr>
        <w:t xml:space="preserve">  </w:t>
      </w:r>
    </w:p>
    <w:p w:rsidR="000C4F63" w:rsidRPr="004834E8" w:rsidRDefault="000C4F63" w:rsidP="0086538E">
      <w:pPr>
        <w:numPr>
          <w:ilvl w:val="0"/>
          <w:numId w:val="33"/>
        </w:numPr>
        <w:ind w:left="360"/>
        <w:rPr>
          <w:b/>
        </w:rPr>
      </w:pPr>
      <w:r>
        <w:t>Unit Aux Transformer Foundation and coordinates required</w:t>
      </w:r>
      <w:r w:rsidR="00DA224D">
        <w:t>.</w:t>
      </w:r>
    </w:p>
    <w:p w:rsidR="004834E8" w:rsidRPr="00BD208E" w:rsidRDefault="004834E8" w:rsidP="0086538E">
      <w:pPr>
        <w:numPr>
          <w:ilvl w:val="0"/>
          <w:numId w:val="33"/>
        </w:numPr>
        <w:ind w:left="360"/>
        <w:rPr>
          <w:b/>
        </w:rPr>
      </w:pPr>
      <w:r>
        <w:t>Main Control room forms being installed</w:t>
      </w:r>
      <w:r w:rsidR="00AC0AE5">
        <w:t xml:space="preserve"> and rebar being installed</w:t>
      </w:r>
      <w:r>
        <w:t>.</w:t>
      </w:r>
    </w:p>
    <w:p w:rsidR="00DA224D" w:rsidRPr="00BD208E" w:rsidRDefault="00BD208E" w:rsidP="00BD208E">
      <w:pPr>
        <w:numPr>
          <w:ilvl w:val="0"/>
          <w:numId w:val="33"/>
        </w:numPr>
        <w:ind w:left="360"/>
        <w:rPr>
          <w:b/>
        </w:rPr>
      </w:pPr>
      <w:r>
        <w:t>Under ground duct bank work continues near unit 100.</w:t>
      </w:r>
    </w:p>
    <w:p w:rsidR="00FD2AF5" w:rsidRPr="008A327B" w:rsidRDefault="00FD2AF5" w:rsidP="00FD2AF5">
      <w:pPr>
        <w:ind w:left="360"/>
        <w:rPr>
          <w:b/>
        </w:rPr>
      </w:pPr>
    </w:p>
    <w:p w:rsidR="004834E8" w:rsidRPr="00400641" w:rsidRDefault="00DD543A" w:rsidP="00400641">
      <w:pPr>
        <w:ind w:left="360"/>
        <w:rPr>
          <w:b/>
        </w:rPr>
      </w:pPr>
      <w:r>
        <w:rPr>
          <w:b/>
        </w:rPr>
        <w:t xml:space="preserve">Civil:  </w:t>
      </w:r>
    </w:p>
    <w:p w:rsidR="00157FE3" w:rsidRDefault="00106345" w:rsidP="00BD208E">
      <w:pPr>
        <w:numPr>
          <w:ilvl w:val="0"/>
          <w:numId w:val="34"/>
        </w:numPr>
        <w:ind w:left="360"/>
      </w:pPr>
      <w:r>
        <w:t xml:space="preserve">National </w:t>
      </w:r>
      <w:r w:rsidR="00106B68">
        <w:t>G</w:t>
      </w:r>
      <w:r>
        <w:t xml:space="preserve">uard </w:t>
      </w:r>
      <w:r w:rsidR="007B7588">
        <w:t>Q</w:t>
      </w:r>
      <w:r>
        <w:t xml:space="preserve">uarters </w:t>
      </w:r>
      <w:r w:rsidR="007B7588">
        <w:t>R</w:t>
      </w:r>
      <w:r>
        <w:t>efurbishment</w:t>
      </w:r>
      <w:r w:rsidR="00A131CF">
        <w:t xml:space="preserve">:  </w:t>
      </w:r>
      <w:r w:rsidR="00F374E8">
        <w:t>Overall completion at 9</w:t>
      </w:r>
      <w:r w:rsidR="00E71465">
        <w:t>8</w:t>
      </w:r>
      <w:r w:rsidR="00F374E8">
        <w:t>%’</w:t>
      </w:r>
      <w:r w:rsidR="001B1B02">
        <w:t>.</w:t>
      </w:r>
      <w:r w:rsidR="006652B7">
        <w:t>currently at stand still</w:t>
      </w:r>
      <w:r w:rsidR="00E71465">
        <w:t xml:space="preserve"> for completion of punch list items.</w:t>
      </w:r>
    </w:p>
    <w:p w:rsidR="00F30BC7" w:rsidRDefault="004834E8" w:rsidP="00BD208E">
      <w:pPr>
        <w:numPr>
          <w:ilvl w:val="0"/>
          <w:numId w:val="34"/>
        </w:numPr>
        <w:ind w:left="360"/>
      </w:pPr>
      <w:r>
        <w:t xml:space="preserve">Cleaning of roadway began </w:t>
      </w:r>
      <w:r w:rsidR="00AC0AE5">
        <w:t xml:space="preserve">2Aug and </w:t>
      </w:r>
      <w:r w:rsidR="00A449CC">
        <w:t>is</w:t>
      </w:r>
      <w:r w:rsidR="00AC0AE5">
        <w:t xml:space="preserve"> on</w:t>
      </w:r>
      <w:r w:rsidR="00A449CC">
        <w:t>-</w:t>
      </w:r>
      <w:r w:rsidR="00AC0AE5">
        <w:t>going</w:t>
      </w:r>
      <w:r w:rsidR="00A449CC">
        <w:t>.</w:t>
      </w:r>
      <w:r>
        <w:t xml:space="preserve"> </w:t>
      </w:r>
    </w:p>
    <w:p w:rsidR="00BD208E" w:rsidRDefault="00F30BC7" w:rsidP="0003299A">
      <w:pPr>
        <w:numPr>
          <w:ilvl w:val="0"/>
          <w:numId w:val="34"/>
        </w:numPr>
        <w:ind w:left="360"/>
      </w:pPr>
      <w:r>
        <w:t>GSU 100 &amp; 200 back fill complete.</w:t>
      </w:r>
      <w:r w:rsidR="004834E8">
        <w:t xml:space="preserve"> </w:t>
      </w:r>
    </w:p>
    <w:p w:rsidR="00400641" w:rsidRDefault="00D340FF" w:rsidP="0003299A">
      <w:pPr>
        <w:numPr>
          <w:ilvl w:val="0"/>
          <w:numId w:val="34"/>
        </w:numPr>
        <w:ind w:left="360"/>
      </w:pPr>
      <w:r>
        <w:t>Control Room 100 to begin backfill.</w:t>
      </w:r>
      <w:r w:rsidR="004834E8">
        <w:t xml:space="preserve"> </w:t>
      </w:r>
    </w:p>
    <w:p w:rsidR="004834E8" w:rsidRDefault="00400641" w:rsidP="0003299A">
      <w:pPr>
        <w:numPr>
          <w:ilvl w:val="0"/>
          <w:numId w:val="34"/>
        </w:numPr>
        <w:ind w:left="360"/>
      </w:pPr>
      <w:r>
        <w:t>Turbine 400 Base, began bushing prior to setting of turbine base.</w:t>
      </w:r>
      <w:r w:rsidR="004834E8">
        <w:t xml:space="preserve">                                          </w:t>
      </w:r>
    </w:p>
    <w:p w:rsidR="006510B5" w:rsidRPr="006510B5" w:rsidRDefault="006510B5" w:rsidP="006510B5">
      <w:pPr>
        <w:rPr>
          <w:b/>
        </w:rPr>
      </w:pPr>
    </w:p>
    <w:p w:rsidR="001D6B21" w:rsidRPr="008910A6" w:rsidRDefault="00141564" w:rsidP="00400641">
      <w:pPr>
        <w:ind w:left="360"/>
        <w:rPr>
          <w:b/>
        </w:rPr>
      </w:pPr>
      <w:r w:rsidRPr="00316D3A">
        <w:rPr>
          <w:b/>
        </w:rPr>
        <w:t>Concrete/Foundations:</w:t>
      </w:r>
    </w:p>
    <w:p w:rsidR="00316D3A" w:rsidRPr="008910A6" w:rsidRDefault="000D6489" w:rsidP="0074137B">
      <w:pPr>
        <w:numPr>
          <w:ilvl w:val="0"/>
          <w:numId w:val="34"/>
        </w:numPr>
        <w:ind w:left="360"/>
        <w:rPr>
          <w:b/>
        </w:rPr>
      </w:pPr>
      <w:r>
        <w:t xml:space="preserve">Unit 300 and Unit 400 GSU:  </w:t>
      </w:r>
      <w:r w:rsidR="00651AC3">
        <w:t xml:space="preserve">Poured Base </w:t>
      </w:r>
    </w:p>
    <w:p w:rsidR="004E1CEE" w:rsidRPr="004E1CEE" w:rsidRDefault="00A05513" w:rsidP="0074137B">
      <w:pPr>
        <w:numPr>
          <w:ilvl w:val="0"/>
          <w:numId w:val="34"/>
        </w:numPr>
        <w:ind w:left="360"/>
        <w:rPr>
          <w:b/>
        </w:rPr>
      </w:pPr>
      <w:r>
        <w:t>Control room</w:t>
      </w:r>
      <w:r w:rsidR="00D340FF">
        <w:t xml:space="preserve"> 200 piers poured</w:t>
      </w:r>
    </w:p>
    <w:p w:rsidR="00DA224D" w:rsidRPr="00263D9E" w:rsidRDefault="004E1CEE" w:rsidP="00263D9E">
      <w:pPr>
        <w:numPr>
          <w:ilvl w:val="0"/>
          <w:numId w:val="34"/>
        </w:numPr>
        <w:ind w:left="360"/>
        <w:rPr>
          <w:b/>
        </w:rPr>
      </w:pPr>
      <w:r>
        <w:t>Control room 100</w:t>
      </w:r>
      <w:r w:rsidR="00A05513">
        <w:t>.</w:t>
      </w:r>
      <w:r w:rsidR="007F2247">
        <w:t>piers poure</w:t>
      </w:r>
      <w:r w:rsidR="00D340FF">
        <w:t>d</w:t>
      </w:r>
    </w:p>
    <w:p w:rsidR="00375BCB" w:rsidRPr="00375BCB" w:rsidRDefault="00E71465" w:rsidP="0074137B">
      <w:pPr>
        <w:numPr>
          <w:ilvl w:val="0"/>
          <w:numId w:val="34"/>
        </w:numPr>
        <w:ind w:left="360"/>
        <w:rPr>
          <w:b/>
        </w:rPr>
      </w:pPr>
      <w:r>
        <w:t>GSU 100 containment wall strip forms paint, nd back fill.</w:t>
      </w:r>
    </w:p>
    <w:p w:rsidR="00375BCB" w:rsidRPr="00400641" w:rsidRDefault="00742588" w:rsidP="0074137B">
      <w:pPr>
        <w:numPr>
          <w:ilvl w:val="0"/>
          <w:numId w:val="34"/>
        </w:numPr>
        <w:ind w:left="360"/>
        <w:rPr>
          <w:b/>
        </w:rPr>
      </w:pPr>
      <w:r>
        <w:t>Main Con</w:t>
      </w:r>
      <w:r w:rsidR="00E71465">
        <w:t>trol War</w:t>
      </w:r>
      <w:r w:rsidR="00400641">
        <w:t>ehouse footing’s poured on west side.</w:t>
      </w:r>
    </w:p>
    <w:p w:rsidR="00400641" w:rsidRPr="00400641" w:rsidRDefault="00400641" w:rsidP="0074137B">
      <w:pPr>
        <w:numPr>
          <w:ilvl w:val="0"/>
          <w:numId w:val="34"/>
        </w:numPr>
        <w:ind w:left="360"/>
        <w:rPr>
          <w:b/>
        </w:rPr>
      </w:pPr>
      <w:r>
        <w:t>Continue pre-tie rebar for cable tray and substation bases.</w:t>
      </w:r>
    </w:p>
    <w:p w:rsidR="00400641" w:rsidRPr="00DA224D" w:rsidRDefault="00400641" w:rsidP="0074137B">
      <w:pPr>
        <w:numPr>
          <w:ilvl w:val="0"/>
          <w:numId w:val="34"/>
        </w:numPr>
        <w:ind w:left="360"/>
        <w:rPr>
          <w:b/>
        </w:rPr>
      </w:pPr>
      <w:r>
        <w:t>Begin forming on 2500</w:t>
      </w:r>
      <w:r w:rsidR="007D118A">
        <w:t xml:space="preserve"> control room columns.</w:t>
      </w:r>
    </w:p>
    <w:p w:rsidR="00F73F05" w:rsidRPr="00F73F05" w:rsidRDefault="00DA224D" w:rsidP="00DA224D">
      <w:pPr>
        <w:ind w:left="360"/>
        <w:rPr>
          <w:b/>
        </w:rPr>
      </w:pPr>
      <w:r>
        <w:t xml:space="preserve"> </w:t>
      </w:r>
    </w:p>
    <w:p w:rsidR="00375BCB" w:rsidRDefault="00400641" w:rsidP="00400641">
      <w:pPr>
        <w:ind w:left="360"/>
        <w:rPr>
          <w:b/>
        </w:rPr>
      </w:pPr>
      <w:r>
        <w:rPr>
          <w:b/>
        </w:rPr>
        <w:t>Mechanical:</w:t>
      </w:r>
    </w:p>
    <w:p w:rsidR="00141564" w:rsidRDefault="006113E4" w:rsidP="00377A1F">
      <w:pPr>
        <w:numPr>
          <w:ilvl w:val="0"/>
          <w:numId w:val="37"/>
        </w:numPr>
        <w:ind w:left="360"/>
        <w:rPr>
          <w:b/>
        </w:rPr>
      </w:pPr>
      <w:r>
        <w:t xml:space="preserve">Waiting on quote from </w:t>
      </w:r>
      <w:r w:rsidR="005410F0">
        <w:t>tank fabrication vendor f</w:t>
      </w:r>
      <w:r>
        <w:t xml:space="preserve">rom site visit meeting. </w:t>
      </w:r>
      <w:r w:rsidR="00141564">
        <w:rPr>
          <w:b/>
        </w:rPr>
        <w:t xml:space="preserve"> </w:t>
      </w:r>
    </w:p>
    <w:p w:rsidR="00125E3E" w:rsidRDefault="00125E3E" w:rsidP="00A4605B">
      <w:pPr>
        <w:ind w:left="360"/>
        <w:rPr>
          <w:b/>
        </w:rPr>
      </w:pPr>
    </w:p>
    <w:p w:rsidR="00375BCB" w:rsidRDefault="00400641" w:rsidP="00400641">
      <w:pPr>
        <w:ind w:left="360"/>
        <w:rPr>
          <w:b/>
        </w:rPr>
      </w:pPr>
      <w:r>
        <w:rPr>
          <w:b/>
        </w:rPr>
        <w:t>Electrical</w:t>
      </w:r>
    </w:p>
    <w:p w:rsidR="00125E3E" w:rsidRDefault="00263D9E" w:rsidP="00377A1F">
      <w:pPr>
        <w:numPr>
          <w:ilvl w:val="0"/>
          <w:numId w:val="37"/>
        </w:numPr>
        <w:ind w:left="360"/>
      </w:pPr>
      <w:r>
        <w:t>Excavation of duct bank from NE GSU cor</w:t>
      </w:r>
      <w:r w:rsidR="00742588">
        <w:t>ner south to unit 100 completed.</w:t>
      </w:r>
    </w:p>
    <w:p w:rsidR="00742588" w:rsidRDefault="00742588" w:rsidP="00377A1F">
      <w:pPr>
        <w:numPr>
          <w:ilvl w:val="0"/>
          <w:numId w:val="37"/>
        </w:numPr>
        <w:ind w:left="360"/>
      </w:pPr>
      <w:r>
        <w:t>Working stub-up’s at unit 100.</w:t>
      </w:r>
    </w:p>
    <w:p w:rsidR="00742588" w:rsidRDefault="00742588" w:rsidP="00377A1F">
      <w:pPr>
        <w:numPr>
          <w:ilvl w:val="0"/>
          <w:numId w:val="37"/>
        </w:numPr>
        <w:ind w:left="360"/>
      </w:pPr>
      <w:r>
        <w:t>Excavation for duct banks south of unit 100 I progress.</w:t>
      </w:r>
    </w:p>
    <w:p w:rsidR="007D118A" w:rsidRDefault="007D118A" w:rsidP="00377A1F">
      <w:pPr>
        <w:numPr>
          <w:ilvl w:val="0"/>
          <w:numId w:val="37"/>
        </w:numPr>
        <w:ind w:left="360"/>
      </w:pPr>
      <w:r>
        <w:t>Begin forming man hole and stub up’s near unit 100.</w:t>
      </w:r>
    </w:p>
    <w:p w:rsidR="00125E3E" w:rsidRDefault="00125E3E" w:rsidP="00A4605B">
      <w:pPr>
        <w:ind w:left="360"/>
        <w:rPr>
          <w:b/>
        </w:rPr>
      </w:pPr>
    </w:p>
    <w:p w:rsidR="00C54D1E" w:rsidRPr="00521CDD" w:rsidRDefault="00125E3E" w:rsidP="00400641">
      <w:pPr>
        <w:ind w:left="360"/>
        <w:rPr>
          <w:b/>
        </w:rPr>
      </w:pPr>
      <w:r>
        <w:rPr>
          <w:b/>
        </w:rPr>
        <w:t>Scheduled Items</w:t>
      </w:r>
    </w:p>
    <w:p w:rsidR="00DA224D" w:rsidRPr="007F2247" w:rsidRDefault="00521CDD" w:rsidP="007F2247">
      <w:pPr>
        <w:numPr>
          <w:ilvl w:val="0"/>
          <w:numId w:val="37"/>
        </w:numPr>
        <w:ind w:left="360"/>
        <w:rPr>
          <w:b/>
        </w:rPr>
      </w:pPr>
      <w:r>
        <w:t>Light pole on inlet approach is bent over and paper work sent t</w:t>
      </w:r>
      <w:r w:rsidR="007F2247">
        <w:t>o EDC to repair or replace pole, 2 weeks now and still no action take</w:t>
      </w:r>
      <w:r w:rsidR="00E15415">
        <w:t>n.</w:t>
      </w:r>
    </w:p>
    <w:p w:rsidR="006652B7" w:rsidRPr="00E15415" w:rsidRDefault="006652B7" w:rsidP="00C54D1E">
      <w:pPr>
        <w:numPr>
          <w:ilvl w:val="0"/>
          <w:numId w:val="37"/>
        </w:numPr>
        <w:ind w:left="360"/>
        <w:rPr>
          <w:b/>
        </w:rPr>
      </w:pPr>
      <w:r>
        <w:t>GSU # 100 conta</w:t>
      </w:r>
      <w:r w:rsidR="00E71465">
        <w:t>inment wall strip forms, paint, and begin back fill.</w:t>
      </w:r>
    </w:p>
    <w:p w:rsidR="00E15415" w:rsidRPr="00E15415" w:rsidRDefault="00E15415" w:rsidP="00C54D1E">
      <w:pPr>
        <w:numPr>
          <w:ilvl w:val="0"/>
          <w:numId w:val="37"/>
        </w:numPr>
        <w:ind w:left="360"/>
        <w:rPr>
          <w:b/>
        </w:rPr>
      </w:pPr>
      <w:r>
        <w:t xml:space="preserve">GSU # 200  </w:t>
      </w:r>
      <w:r w:rsidR="00263D9E">
        <w:t xml:space="preserve">containment </w:t>
      </w:r>
      <w:r w:rsidR="00742588">
        <w:t>wall will pour 11 Aug.</w:t>
      </w:r>
    </w:p>
    <w:p w:rsidR="00E15415" w:rsidRPr="00124F40" w:rsidRDefault="00E15415" w:rsidP="00C54D1E">
      <w:pPr>
        <w:numPr>
          <w:ilvl w:val="0"/>
          <w:numId w:val="37"/>
        </w:numPr>
        <w:ind w:left="360"/>
        <w:rPr>
          <w:b/>
        </w:rPr>
      </w:pPr>
      <w:r>
        <w:t>GSU # 300 containment wall to pour</w:t>
      </w:r>
      <w:r w:rsidR="00742588">
        <w:t xml:space="preserve"> 12 Aug.</w:t>
      </w:r>
    </w:p>
    <w:p w:rsidR="00DA224D" w:rsidRDefault="00DA224D" w:rsidP="00B67129"/>
    <w:p w:rsidR="004B6A6E" w:rsidRDefault="001F120F" w:rsidP="00664965">
      <w:pPr>
        <w:ind w:left="360"/>
      </w:pPr>
      <w:r>
        <w:rPr>
          <w:b/>
        </w:rPr>
        <w:t>Critical Areas of Conce</w:t>
      </w:r>
      <w:r w:rsidR="00F374E8">
        <w:rPr>
          <w:b/>
        </w:rPr>
        <w:t>rn</w:t>
      </w:r>
      <w:r w:rsidR="00B24A00">
        <w:rPr>
          <w:b/>
        </w:rPr>
        <w:t>s;</w:t>
      </w:r>
    </w:p>
    <w:p w:rsidR="00132197" w:rsidRDefault="00132197" w:rsidP="00F374E8"/>
    <w:p w:rsidR="004834E8" w:rsidRDefault="00E85D09" w:rsidP="00F06CFE">
      <w:pPr>
        <w:numPr>
          <w:ilvl w:val="0"/>
          <w:numId w:val="35"/>
        </w:numPr>
        <w:ind w:left="360"/>
        <w:rPr>
          <w:b/>
        </w:rPr>
      </w:pPr>
      <w:r w:rsidRPr="00664965">
        <w:rPr>
          <w:b/>
        </w:rPr>
        <w:t xml:space="preserve">We need a schedule from EDC on when the services will be </w:t>
      </w:r>
      <w:r w:rsidR="00F06CFE" w:rsidRPr="00664965">
        <w:rPr>
          <w:b/>
        </w:rPr>
        <w:t>installed;</w:t>
      </w:r>
      <w:r w:rsidRPr="00664965">
        <w:rPr>
          <w:b/>
        </w:rPr>
        <w:t xml:space="preserve"> these include the water pipe line, </w:t>
      </w:r>
      <w:r w:rsidR="0074137B" w:rsidRPr="00664965">
        <w:rPr>
          <w:b/>
        </w:rPr>
        <w:t>t</w:t>
      </w:r>
      <w:r w:rsidRPr="00664965">
        <w:rPr>
          <w:b/>
        </w:rPr>
        <w:t>he gas pipe line and the 1.5 MWATT construction temp feeder for commissioning the plant.</w:t>
      </w:r>
    </w:p>
    <w:p w:rsidR="00DB2CFF" w:rsidRPr="00664965" w:rsidRDefault="00DB2CFF" w:rsidP="00F06CFE">
      <w:pPr>
        <w:numPr>
          <w:ilvl w:val="0"/>
          <w:numId w:val="35"/>
        </w:numPr>
        <w:ind w:left="360"/>
        <w:rPr>
          <w:b/>
        </w:rPr>
      </w:pPr>
      <w:r>
        <w:rPr>
          <w:b/>
        </w:rPr>
        <w:t>Water Treatment module requires 320 GPM to function correctly.</w:t>
      </w:r>
    </w:p>
    <w:p w:rsidR="005D7A8D" w:rsidRPr="005D7A8D" w:rsidRDefault="004834E8" w:rsidP="004834E8">
      <w:pPr>
        <w:numPr>
          <w:ilvl w:val="0"/>
          <w:numId w:val="35"/>
        </w:numPr>
        <w:ind w:left="360"/>
        <w:rPr>
          <w:b/>
        </w:rPr>
      </w:pPr>
      <w:r>
        <w:t>Underground drawing’s still major concern.</w:t>
      </w:r>
    </w:p>
    <w:p w:rsidR="000D48C3" w:rsidRPr="00400641" w:rsidRDefault="00742588" w:rsidP="004834E8">
      <w:pPr>
        <w:numPr>
          <w:ilvl w:val="0"/>
          <w:numId w:val="35"/>
        </w:numPr>
        <w:ind w:left="360"/>
        <w:rPr>
          <w:b/>
        </w:rPr>
      </w:pPr>
      <w:r>
        <w:t>Inspection of damaged Turbine Base for 2500 completed with surveyor</w:t>
      </w:r>
      <w:r w:rsidR="00593160">
        <w:t>, ( Thomas McDonald ). This required removing the complete Wilson Fire Protection Cabinet and de-terminating all sensors and controllers.</w:t>
      </w:r>
      <w:r w:rsidR="00E774F5">
        <w:t xml:space="preserve">  </w:t>
      </w:r>
      <w:r w:rsidR="00E71465">
        <w:t>All wires</w:t>
      </w:r>
      <w:r w:rsidR="007034E7">
        <w:t xml:space="preserve"> de termed and crushed JB with controllers stored in conex.</w:t>
      </w:r>
    </w:p>
    <w:p w:rsidR="00400641" w:rsidRPr="007D118A" w:rsidRDefault="007D118A" w:rsidP="004834E8">
      <w:pPr>
        <w:numPr>
          <w:ilvl w:val="0"/>
          <w:numId w:val="35"/>
        </w:numPr>
        <w:ind w:left="360"/>
      </w:pPr>
      <w:r w:rsidRPr="007D118A">
        <w:t xml:space="preserve">Photos </w:t>
      </w:r>
      <w:r>
        <w:t>and description of damaged equipment 1</w:t>
      </w:r>
      <w:r w:rsidRPr="007D118A">
        <w:rPr>
          <w:vertAlign w:val="superscript"/>
        </w:rPr>
        <w:t>st</w:t>
      </w:r>
      <w:r>
        <w:t xml:space="preserve"> sent to Mark Riley and now Bob Dodson.</w:t>
      </w:r>
    </w:p>
    <w:p w:rsidR="000331AE" w:rsidRPr="00B0232D" w:rsidRDefault="000331AE" w:rsidP="003F7CF6">
      <w:pPr>
        <w:jc w:val="right"/>
        <w:rPr>
          <w:b/>
        </w:rPr>
      </w:pPr>
    </w:p>
    <w:sectPr w:rsidR="000331AE" w:rsidRPr="00B0232D" w:rsidSect="009C4477">
      <w:footerReference w:type="default" r:id="rId8"/>
      <w:headerReference w:type="first" r:id="rId9"/>
      <w:footerReference w:type="first" r:id="rId10"/>
      <w:pgSz w:w="11909" w:h="16834" w:code="9"/>
      <w:pgMar w:top="720" w:right="720" w:bottom="720" w:left="720" w:header="720" w:footer="432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174A" w:rsidRDefault="000A174A">
      <w:r>
        <w:separator/>
      </w:r>
    </w:p>
  </w:endnote>
  <w:endnote w:type="continuationSeparator" w:id="0">
    <w:p w:rsidR="000A174A" w:rsidRDefault="000A17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8" w:space="0" w:color="auto"/>
      </w:tblBorders>
      <w:tblLook w:val="01E0"/>
    </w:tblPr>
    <w:tblGrid>
      <w:gridCol w:w="2226"/>
      <w:gridCol w:w="5074"/>
      <w:gridCol w:w="2366"/>
    </w:tblGrid>
    <w:tr w:rsidR="00237BC9">
      <w:tc>
        <w:tcPr>
          <w:tcW w:w="2136" w:type="dxa"/>
          <w:vAlign w:val="center"/>
        </w:tcPr>
        <w:p w:rsidR="00237BC9" w:rsidRDefault="00124F40" w:rsidP="00F62712">
          <w:pPr>
            <w:pStyle w:val="Footer"/>
            <w:spacing w:before="60"/>
          </w:pPr>
          <w:r>
            <w:rPr>
              <w:rFonts w:ascii="Garamond" w:hAnsi="Garamond"/>
              <w:b/>
              <w:noProof/>
              <w:sz w:val="32"/>
              <w:szCs w:val="32"/>
            </w:rPr>
            <w:drawing>
              <wp:inline distT="0" distB="0" distL="0" distR="0">
                <wp:extent cx="1247775" cy="476250"/>
                <wp:effectExtent l="19050" t="0" r="9525" b="0"/>
                <wp:docPr id="1" name="Picture 5" descr="ProEnergy%20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ProEnergy%20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47775" cy="476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74" w:type="dxa"/>
          <w:vAlign w:val="center"/>
        </w:tcPr>
        <w:p w:rsidR="00237BC9" w:rsidRPr="000E0FE8" w:rsidRDefault="00237BC9" w:rsidP="00E82D82">
          <w:pPr>
            <w:pStyle w:val="Footer"/>
          </w:pPr>
          <w:r w:rsidRPr="000E0FE8">
            <w:t xml:space="preserve">Page </w:t>
          </w:r>
          <w:r w:rsidR="00805227" w:rsidRPr="00F62712">
            <w:rPr>
              <w:i w:val="0"/>
            </w:rPr>
            <w:fldChar w:fldCharType="begin"/>
          </w:r>
          <w:r w:rsidRPr="00F62712">
            <w:rPr>
              <w:i w:val="0"/>
            </w:rPr>
            <w:instrText xml:space="preserve"> PAGE </w:instrText>
          </w:r>
          <w:r w:rsidR="00805227" w:rsidRPr="00F62712">
            <w:rPr>
              <w:i w:val="0"/>
            </w:rPr>
            <w:fldChar w:fldCharType="separate"/>
          </w:r>
          <w:r w:rsidR="007D118A">
            <w:rPr>
              <w:i w:val="0"/>
              <w:noProof/>
            </w:rPr>
            <w:t>2</w:t>
          </w:r>
          <w:r w:rsidR="00805227" w:rsidRPr="00F62712">
            <w:rPr>
              <w:i w:val="0"/>
            </w:rPr>
            <w:fldChar w:fldCharType="end"/>
          </w:r>
        </w:p>
      </w:tc>
      <w:tc>
        <w:tcPr>
          <w:tcW w:w="2366" w:type="dxa"/>
          <w:vAlign w:val="bottom"/>
        </w:tcPr>
        <w:p w:rsidR="00237BC9" w:rsidRDefault="00237BC9" w:rsidP="005B26AD"/>
      </w:tc>
    </w:tr>
  </w:tbl>
  <w:p w:rsidR="00237BC9" w:rsidRDefault="00237BC9" w:rsidP="007A437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8" w:space="0" w:color="auto"/>
      </w:tblBorders>
      <w:tblLook w:val="01E0"/>
    </w:tblPr>
    <w:tblGrid>
      <w:gridCol w:w="2226"/>
      <w:gridCol w:w="5074"/>
      <w:gridCol w:w="2366"/>
    </w:tblGrid>
    <w:tr w:rsidR="00237BC9">
      <w:tc>
        <w:tcPr>
          <w:tcW w:w="2136" w:type="dxa"/>
          <w:vAlign w:val="center"/>
        </w:tcPr>
        <w:p w:rsidR="00237BC9" w:rsidRDefault="00124F40" w:rsidP="00F62712">
          <w:pPr>
            <w:pStyle w:val="Footer"/>
            <w:spacing w:before="60"/>
            <w:jc w:val="left"/>
          </w:pPr>
          <w:r>
            <w:rPr>
              <w:rFonts w:ascii="Garamond" w:hAnsi="Garamond"/>
              <w:b/>
              <w:noProof/>
              <w:sz w:val="32"/>
              <w:szCs w:val="32"/>
            </w:rPr>
            <w:drawing>
              <wp:inline distT="0" distB="0" distL="0" distR="0">
                <wp:extent cx="1247775" cy="476250"/>
                <wp:effectExtent l="19050" t="0" r="9525" b="0"/>
                <wp:docPr id="3" name="Picture 6" descr="ProEnergy%20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ProEnergy%20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47775" cy="476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74" w:type="dxa"/>
          <w:vAlign w:val="center"/>
        </w:tcPr>
        <w:p w:rsidR="00237BC9" w:rsidRPr="000E0FE8" w:rsidRDefault="00237BC9" w:rsidP="007A4374">
          <w:pPr>
            <w:pStyle w:val="Footer"/>
          </w:pPr>
          <w:r w:rsidRPr="000E0FE8">
            <w:t xml:space="preserve">Page </w:t>
          </w:r>
          <w:r w:rsidR="00805227" w:rsidRPr="00F62712">
            <w:rPr>
              <w:i w:val="0"/>
            </w:rPr>
            <w:fldChar w:fldCharType="begin"/>
          </w:r>
          <w:r w:rsidRPr="00F62712">
            <w:rPr>
              <w:i w:val="0"/>
            </w:rPr>
            <w:instrText xml:space="preserve"> PAGE </w:instrText>
          </w:r>
          <w:r w:rsidR="00805227" w:rsidRPr="00F62712">
            <w:rPr>
              <w:i w:val="0"/>
            </w:rPr>
            <w:fldChar w:fldCharType="separate"/>
          </w:r>
          <w:r w:rsidR="007D118A">
            <w:rPr>
              <w:i w:val="0"/>
              <w:noProof/>
            </w:rPr>
            <w:t>1</w:t>
          </w:r>
          <w:r w:rsidR="00805227" w:rsidRPr="00F62712">
            <w:rPr>
              <w:i w:val="0"/>
            </w:rPr>
            <w:fldChar w:fldCharType="end"/>
          </w:r>
        </w:p>
      </w:tc>
      <w:tc>
        <w:tcPr>
          <w:tcW w:w="2366" w:type="dxa"/>
          <w:vAlign w:val="bottom"/>
        </w:tcPr>
        <w:p w:rsidR="00237BC9" w:rsidRDefault="00237BC9" w:rsidP="005B26AD"/>
      </w:tc>
    </w:tr>
  </w:tbl>
  <w:p w:rsidR="00237BC9" w:rsidRDefault="00237BC9" w:rsidP="007A437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174A" w:rsidRDefault="000A174A">
      <w:r>
        <w:separator/>
      </w:r>
    </w:p>
  </w:footnote>
  <w:footnote w:type="continuationSeparator" w:id="0">
    <w:p w:rsidR="000A174A" w:rsidRDefault="000A17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3888"/>
      <w:gridCol w:w="5688"/>
    </w:tblGrid>
    <w:tr w:rsidR="00237BC9">
      <w:tc>
        <w:tcPr>
          <w:tcW w:w="3888" w:type="dxa"/>
          <w:vAlign w:val="center"/>
        </w:tcPr>
        <w:p w:rsidR="00237BC9" w:rsidRPr="00F62712" w:rsidRDefault="00124F40" w:rsidP="00F62712">
          <w:pPr>
            <w:pStyle w:val="Header"/>
            <w:spacing w:before="60" w:after="60"/>
            <w:rPr>
              <w:rFonts w:ascii="Arial" w:hAnsi="Arial" w:cs="Arial"/>
            </w:rPr>
          </w:pPr>
          <w:r>
            <w:rPr>
              <w:rFonts w:ascii="Garamond" w:hAnsi="Garamond"/>
              <w:b/>
              <w:noProof/>
              <w:sz w:val="32"/>
              <w:szCs w:val="32"/>
            </w:rPr>
            <w:drawing>
              <wp:inline distT="0" distB="0" distL="0" distR="0">
                <wp:extent cx="1743075" cy="666750"/>
                <wp:effectExtent l="19050" t="0" r="9525" b="0"/>
                <wp:docPr id="2" name="Picture 1" descr="ProEnergy%20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roEnergy%20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43075" cy="666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88" w:type="dxa"/>
          <w:vAlign w:val="center"/>
        </w:tcPr>
        <w:p w:rsidR="00237BC9" w:rsidRPr="00F62712" w:rsidRDefault="00237BC9" w:rsidP="00217144">
          <w:pPr>
            <w:pStyle w:val="Header"/>
            <w:jc w:val="center"/>
            <w:rPr>
              <w:rFonts w:ascii="Arial" w:hAnsi="Arial" w:cs="Arial"/>
              <w:sz w:val="40"/>
              <w:szCs w:val="40"/>
            </w:rPr>
          </w:pPr>
          <w:r>
            <w:rPr>
              <w:rFonts w:ascii="Arial" w:hAnsi="Arial" w:cs="Arial"/>
              <w:sz w:val="40"/>
              <w:szCs w:val="40"/>
            </w:rPr>
            <w:t xml:space="preserve"> </w:t>
          </w:r>
          <w:r w:rsidR="00217144">
            <w:rPr>
              <w:rFonts w:ascii="Arial" w:hAnsi="Arial" w:cs="Arial"/>
              <w:sz w:val="40"/>
              <w:szCs w:val="40"/>
            </w:rPr>
            <w:t>Guarenas Power Project</w:t>
          </w:r>
        </w:p>
      </w:tc>
    </w:tr>
    <w:tr w:rsidR="00237BC9">
      <w:tc>
        <w:tcPr>
          <w:tcW w:w="3888" w:type="dxa"/>
        </w:tcPr>
        <w:p w:rsidR="00237BC9" w:rsidRDefault="00237BC9" w:rsidP="001C7D40">
          <w:pPr>
            <w:pStyle w:val="Header"/>
            <w:spacing w:before="60" w:after="60"/>
            <w:jc w:val="center"/>
            <w:rPr>
              <w:rFonts w:ascii="Arial" w:hAnsi="Arial" w:cs="Arial"/>
            </w:rPr>
          </w:pPr>
          <w:r w:rsidRPr="00F62712">
            <w:rPr>
              <w:rFonts w:ascii="Arial" w:hAnsi="Arial" w:cs="Arial"/>
              <w:b/>
            </w:rPr>
            <w:t>Date:</w:t>
          </w:r>
          <w:r>
            <w:rPr>
              <w:rFonts w:ascii="Arial" w:hAnsi="Arial" w:cs="Arial"/>
              <w:b/>
            </w:rPr>
            <w:t xml:space="preserve"> </w:t>
          </w:r>
          <w:r w:rsidR="007F3FEE">
            <w:rPr>
              <w:rFonts w:ascii="Arial" w:hAnsi="Arial" w:cs="Arial"/>
            </w:rPr>
            <w:t xml:space="preserve"> </w:t>
          </w:r>
        </w:p>
        <w:p w:rsidR="00753460" w:rsidRPr="00F62712" w:rsidRDefault="007D118A" w:rsidP="00FA7A37">
          <w:pPr>
            <w:pStyle w:val="Header"/>
            <w:spacing w:before="60" w:after="60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12</w:t>
          </w:r>
          <w:r w:rsidR="004834E8">
            <w:rPr>
              <w:rFonts w:ascii="Arial" w:hAnsi="Arial" w:cs="Arial"/>
            </w:rPr>
            <w:t>AUG</w:t>
          </w:r>
          <w:r w:rsidR="00A47BEF">
            <w:rPr>
              <w:rFonts w:ascii="Arial" w:hAnsi="Arial" w:cs="Arial"/>
            </w:rPr>
            <w:t>10</w:t>
          </w:r>
        </w:p>
      </w:tc>
      <w:tc>
        <w:tcPr>
          <w:tcW w:w="5688" w:type="dxa"/>
        </w:tcPr>
        <w:p w:rsidR="00237BC9" w:rsidRDefault="00237BC9" w:rsidP="00753460">
          <w:pPr>
            <w:pStyle w:val="Header"/>
            <w:spacing w:before="60" w:after="60"/>
            <w:rPr>
              <w:rFonts w:ascii="Arial" w:hAnsi="Arial" w:cs="Arial"/>
            </w:rPr>
          </w:pPr>
          <w:r w:rsidRPr="00F62712">
            <w:rPr>
              <w:rFonts w:ascii="Arial" w:hAnsi="Arial" w:cs="Arial"/>
              <w:b/>
            </w:rPr>
            <w:t>Project:</w:t>
          </w:r>
          <w:r w:rsidRPr="00F62712">
            <w:rPr>
              <w:rFonts w:ascii="Arial" w:hAnsi="Arial" w:cs="Arial"/>
            </w:rPr>
            <w:t xml:space="preserve"> </w:t>
          </w:r>
          <w:r w:rsidR="00753460">
            <w:rPr>
              <w:rFonts w:ascii="Arial" w:hAnsi="Arial" w:cs="Arial"/>
            </w:rPr>
            <w:t>Guarenas Power Project</w:t>
          </w:r>
        </w:p>
        <w:p w:rsidR="00EB3D0A" w:rsidRPr="00F62712" w:rsidRDefault="00EB3D0A" w:rsidP="00753460">
          <w:pPr>
            <w:pStyle w:val="Header"/>
            <w:spacing w:before="60" w:after="60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Guarenas, Venezuela</w:t>
          </w:r>
        </w:p>
      </w:tc>
    </w:tr>
    <w:tr w:rsidR="00237BC9">
      <w:tc>
        <w:tcPr>
          <w:tcW w:w="3888" w:type="dxa"/>
        </w:tcPr>
        <w:p w:rsidR="00237BC9" w:rsidRPr="00753460" w:rsidRDefault="00237BC9" w:rsidP="00F62712">
          <w:pPr>
            <w:pStyle w:val="Header"/>
            <w:spacing w:before="60" w:after="60"/>
            <w:rPr>
              <w:rFonts w:ascii="Arial" w:hAnsi="Arial" w:cs="Arial"/>
            </w:rPr>
          </w:pPr>
          <w:r w:rsidRPr="00753460">
            <w:rPr>
              <w:rFonts w:ascii="Arial" w:hAnsi="Arial" w:cs="Arial"/>
            </w:rPr>
            <w:t>Report B</w:t>
          </w:r>
          <w:r w:rsidR="00A47BEF">
            <w:rPr>
              <w:rFonts w:ascii="Arial" w:hAnsi="Arial" w:cs="Arial"/>
            </w:rPr>
            <w:t>y: Roger Barr</w:t>
          </w:r>
        </w:p>
      </w:tc>
      <w:tc>
        <w:tcPr>
          <w:tcW w:w="5688" w:type="dxa"/>
        </w:tcPr>
        <w:p w:rsidR="00237BC9" w:rsidRPr="00F62712" w:rsidRDefault="00753460" w:rsidP="00F62712">
          <w:pPr>
            <w:pStyle w:val="Header"/>
            <w:spacing w:before="60" w:after="60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PM:  J D Robinson</w:t>
          </w:r>
        </w:p>
      </w:tc>
    </w:tr>
  </w:tbl>
  <w:p w:rsidR="00237BC9" w:rsidRDefault="00237BC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B88B2D0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F632648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B268C46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3DAFDA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7614744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C7AD596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D5A08C2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01EE53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48AA6D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D7230A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304A6C"/>
    <w:multiLevelType w:val="hybridMultilevel"/>
    <w:tmpl w:val="F210E582"/>
    <w:lvl w:ilvl="0" w:tplc="8B2CB7A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157249B"/>
    <w:multiLevelType w:val="hybridMultilevel"/>
    <w:tmpl w:val="46F21C58"/>
    <w:lvl w:ilvl="0" w:tplc="C1FEE542">
      <w:start w:val="1"/>
      <w:numFmt w:val="upperLetter"/>
      <w:pStyle w:val="LtrLvl3Cha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60D5996"/>
    <w:multiLevelType w:val="hybridMultilevel"/>
    <w:tmpl w:val="32124A3E"/>
    <w:lvl w:ilvl="0" w:tplc="532AD968">
      <w:start w:val="1"/>
      <w:numFmt w:val="decimal"/>
      <w:pStyle w:val="NumLvl3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D3F4957"/>
    <w:multiLevelType w:val="hybridMultilevel"/>
    <w:tmpl w:val="F31E7312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0E080035"/>
    <w:multiLevelType w:val="hybridMultilevel"/>
    <w:tmpl w:val="04A443A0"/>
    <w:lvl w:ilvl="0" w:tplc="357C598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>
    <w:nsid w:val="16BE30FB"/>
    <w:multiLevelType w:val="hybridMultilevel"/>
    <w:tmpl w:val="A0567234"/>
    <w:lvl w:ilvl="0" w:tplc="0409000B">
      <w:start w:val="1"/>
      <w:numFmt w:val="bullet"/>
      <w:lvlText w:val=""/>
      <w:lvlJc w:val="left"/>
      <w:pPr>
        <w:ind w:left="112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6">
    <w:nsid w:val="19813252"/>
    <w:multiLevelType w:val="hybridMultilevel"/>
    <w:tmpl w:val="E89C41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9F615E5"/>
    <w:multiLevelType w:val="hybridMultilevel"/>
    <w:tmpl w:val="14F08F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86F567E"/>
    <w:multiLevelType w:val="hybridMultilevel"/>
    <w:tmpl w:val="A3547120"/>
    <w:lvl w:ilvl="0" w:tplc="4B58EFB2">
      <w:start w:val="1"/>
      <w:numFmt w:val="bullet"/>
      <w:pStyle w:val="BulletLvl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BA92DA5"/>
    <w:multiLevelType w:val="hybridMultilevel"/>
    <w:tmpl w:val="05109128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2C18409A"/>
    <w:multiLevelType w:val="hybridMultilevel"/>
    <w:tmpl w:val="28B8805A"/>
    <w:lvl w:ilvl="0" w:tplc="0409000B">
      <w:start w:val="1"/>
      <w:numFmt w:val="bullet"/>
      <w:lvlText w:val=""/>
      <w:lvlJc w:val="left"/>
      <w:pPr>
        <w:ind w:left="5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2CC4124F"/>
    <w:multiLevelType w:val="hybridMultilevel"/>
    <w:tmpl w:val="2618E5C4"/>
    <w:lvl w:ilvl="0" w:tplc="399437AA">
      <w:start w:val="1"/>
      <w:numFmt w:val="bullet"/>
      <w:pStyle w:val="BulletLvl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09F13A2"/>
    <w:multiLevelType w:val="hybridMultilevel"/>
    <w:tmpl w:val="228A7EF2"/>
    <w:lvl w:ilvl="0" w:tplc="A67450D0">
      <w:start w:val="1"/>
      <w:numFmt w:val="bullet"/>
      <w:pStyle w:val="BulletLvl4"/>
      <w:lvlText w:val=""/>
      <w:lvlJc w:val="left"/>
      <w:pPr>
        <w:tabs>
          <w:tab w:val="num" w:pos="1440"/>
        </w:tabs>
        <w:ind w:left="21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1634F2F"/>
    <w:multiLevelType w:val="hybridMultilevel"/>
    <w:tmpl w:val="73D638E8"/>
    <w:lvl w:ilvl="0" w:tplc="9A62100A">
      <w:start w:val="1"/>
      <w:numFmt w:val="decimal"/>
      <w:pStyle w:val="NumLvl2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1DB54EF"/>
    <w:multiLevelType w:val="hybridMultilevel"/>
    <w:tmpl w:val="904AE5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3660972"/>
    <w:multiLevelType w:val="hybridMultilevel"/>
    <w:tmpl w:val="33D26534"/>
    <w:lvl w:ilvl="0" w:tplc="FEF4794E">
      <w:start w:val="1"/>
      <w:numFmt w:val="decimal"/>
      <w:pStyle w:val="NumLvl4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93C5F6B"/>
    <w:multiLevelType w:val="hybridMultilevel"/>
    <w:tmpl w:val="D272119A"/>
    <w:lvl w:ilvl="0" w:tplc="AE0A69B4">
      <w:start w:val="1"/>
      <w:numFmt w:val="upperLetter"/>
      <w:pStyle w:val="LtrLvl4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D774CDD"/>
    <w:multiLevelType w:val="hybridMultilevel"/>
    <w:tmpl w:val="4B4ACA8A"/>
    <w:lvl w:ilvl="0" w:tplc="32CABED4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4652C5B"/>
    <w:multiLevelType w:val="hybridMultilevel"/>
    <w:tmpl w:val="C86AFCC0"/>
    <w:lvl w:ilvl="0" w:tplc="36B88742">
      <w:start w:val="1"/>
      <w:numFmt w:val="decimal"/>
      <w:pStyle w:val="NumLvl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DD94B4E"/>
    <w:multiLevelType w:val="hybridMultilevel"/>
    <w:tmpl w:val="C25CF20E"/>
    <w:lvl w:ilvl="0" w:tplc="0409000B">
      <w:start w:val="1"/>
      <w:numFmt w:val="bullet"/>
      <w:lvlText w:val=""/>
      <w:lvlJc w:val="left"/>
      <w:pPr>
        <w:ind w:left="112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30">
    <w:nsid w:val="4E277637"/>
    <w:multiLevelType w:val="hybridMultilevel"/>
    <w:tmpl w:val="6A3038DC"/>
    <w:lvl w:ilvl="0" w:tplc="ABAEDA40">
      <w:start w:val="1"/>
      <w:numFmt w:val="upperLetter"/>
      <w:pStyle w:val="LtrLvl2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056453C"/>
    <w:multiLevelType w:val="hybridMultilevel"/>
    <w:tmpl w:val="28548AC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2567616"/>
    <w:multiLevelType w:val="hybridMultilevel"/>
    <w:tmpl w:val="D060A516"/>
    <w:lvl w:ilvl="0" w:tplc="CEE815A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3">
    <w:nsid w:val="5C7376F7"/>
    <w:multiLevelType w:val="multilevel"/>
    <w:tmpl w:val="AD4826E8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>
    <w:nsid w:val="65F52A0F"/>
    <w:multiLevelType w:val="hybridMultilevel"/>
    <w:tmpl w:val="B218CD9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9B334BE"/>
    <w:multiLevelType w:val="hybridMultilevel"/>
    <w:tmpl w:val="368ADA94"/>
    <w:lvl w:ilvl="0" w:tplc="C3286DE8">
      <w:start w:val="1"/>
      <w:numFmt w:val="upperLetter"/>
      <w:pStyle w:val="LtrLvl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ABA30CF"/>
    <w:multiLevelType w:val="hybridMultilevel"/>
    <w:tmpl w:val="6F2ED130"/>
    <w:lvl w:ilvl="0" w:tplc="0409000B">
      <w:start w:val="1"/>
      <w:numFmt w:val="bullet"/>
      <w:lvlText w:val=""/>
      <w:lvlJc w:val="left"/>
      <w:pPr>
        <w:tabs>
          <w:tab w:val="num" w:pos="840"/>
        </w:tabs>
        <w:ind w:left="8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1"/>
  </w:num>
  <w:num w:numId="3">
    <w:abstractNumId w:val="22"/>
  </w:num>
  <w:num w:numId="4">
    <w:abstractNumId w:val="28"/>
  </w:num>
  <w:num w:numId="5">
    <w:abstractNumId w:val="23"/>
  </w:num>
  <w:num w:numId="6">
    <w:abstractNumId w:val="12"/>
  </w:num>
  <w:num w:numId="7">
    <w:abstractNumId w:val="25"/>
  </w:num>
  <w:num w:numId="8">
    <w:abstractNumId w:val="35"/>
  </w:num>
  <w:num w:numId="9">
    <w:abstractNumId w:val="30"/>
  </w:num>
  <w:num w:numId="10">
    <w:abstractNumId w:val="11"/>
  </w:num>
  <w:num w:numId="11">
    <w:abstractNumId w:val="26"/>
  </w:num>
  <w:num w:numId="12">
    <w:abstractNumId w:val="33"/>
  </w:num>
  <w:num w:numId="13">
    <w:abstractNumId w:val="9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24"/>
  </w:num>
  <w:num w:numId="24">
    <w:abstractNumId w:val="27"/>
  </w:num>
  <w:num w:numId="25">
    <w:abstractNumId w:val="32"/>
  </w:num>
  <w:num w:numId="26">
    <w:abstractNumId w:val="14"/>
  </w:num>
  <w:num w:numId="27">
    <w:abstractNumId w:val="17"/>
  </w:num>
  <w:num w:numId="28">
    <w:abstractNumId w:val="10"/>
  </w:num>
  <w:num w:numId="29">
    <w:abstractNumId w:val="31"/>
  </w:num>
  <w:num w:numId="30">
    <w:abstractNumId w:val="34"/>
  </w:num>
  <w:num w:numId="31">
    <w:abstractNumId w:val="16"/>
  </w:num>
  <w:num w:numId="32">
    <w:abstractNumId w:val="36"/>
  </w:num>
  <w:num w:numId="33">
    <w:abstractNumId w:val="19"/>
  </w:num>
  <w:num w:numId="34">
    <w:abstractNumId w:val="20"/>
  </w:num>
  <w:num w:numId="35">
    <w:abstractNumId w:val="15"/>
  </w:num>
  <w:num w:numId="36">
    <w:abstractNumId w:val="13"/>
  </w:num>
  <w:num w:numId="37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n-US" w:vendorID="64" w:dllVersion="131078" w:nlCheck="1" w:checkStyle="1"/>
  <w:activeWritingStyle w:appName="MSWord" w:lang="es-VE" w:vendorID="64" w:dllVersion="131078" w:nlCheck="1" w:checkStyle="1"/>
  <w:attachedTemplate r:id="rId1"/>
  <w:stylePaneFormatFilter w:val="3F01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70338"/>
  </w:hdrShapeDefaults>
  <w:footnotePr>
    <w:footnote w:id="-1"/>
    <w:footnote w:id="0"/>
  </w:footnotePr>
  <w:endnotePr>
    <w:endnote w:id="-1"/>
    <w:endnote w:id="0"/>
  </w:endnotePr>
  <w:compat/>
  <w:rsids>
    <w:rsidRoot w:val="00F81B87"/>
    <w:rsid w:val="0000068B"/>
    <w:rsid w:val="000007B8"/>
    <w:rsid w:val="00002B8F"/>
    <w:rsid w:val="0000386B"/>
    <w:rsid w:val="00004DB1"/>
    <w:rsid w:val="0000590E"/>
    <w:rsid w:val="00007D11"/>
    <w:rsid w:val="000109EA"/>
    <w:rsid w:val="00011697"/>
    <w:rsid w:val="00012B63"/>
    <w:rsid w:val="000132A5"/>
    <w:rsid w:val="00014D38"/>
    <w:rsid w:val="00015A7A"/>
    <w:rsid w:val="0001610A"/>
    <w:rsid w:val="000175B1"/>
    <w:rsid w:val="00020096"/>
    <w:rsid w:val="00020FAC"/>
    <w:rsid w:val="000241DC"/>
    <w:rsid w:val="0002427E"/>
    <w:rsid w:val="00024678"/>
    <w:rsid w:val="00024A15"/>
    <w:rsid w:val="00025646"/>
    <w:rsid w:val="00025ED2"/>
    <w:rsid w:val="0002617F"/>
    <w:rsid w:val="00030303"/>
    <w:rsid w:val="000317EB"/>
    <w:rsid w:val="00032048"/>
    <w:rsid w:val="000322B5"/>
    <w:rsid w:val="0003299A"/>
    <w:rsid w:val="000331AE"/>
    <w:rsid w:val="000347E5"/>
    <w:rsid w:val="0003515E"/>
    <w:rsid w:val="0004048D"/>
    <w:rsid w:val="000409DB"/>
    <w:rsid w:val="00041929"/>
    <w:rsid w:val="00041955"/>
    <w:rsid w:val="000466A4"/>
    <w:rsid w:val="00046969"/>
    <w:rsid w:val="00047030"/>
    <w:rsid w:val="000508B3"/>
    <w:rsid w:val="0005224A"/>
    <w:rsid w:val="0005235E"/>
    <w:rsid w:val="000528F0"/>
    <w:rsid w:val="0006080F"/>
    <w:rsid w:val="00063000"/>
    <w:rsid w:val="0006370E"/>
    <w:rsid w:val="00064490"/>
    <w:rsid w:val="0006494E"/>
    <w:rsid w:val="00065B87"/>
    <w:rsid w:val="00067A8E"/>
    <w:rsid w:val="000709F9"/>
    <w:rsid w:val="00070E0A"/>
    <w:rsid w:val="00071872"/>
    <w:rsid w:val="00075786"/>
    <w:rsid w:val="0007615E"/>
    <w:rsid w:val="00076A87"/>
    <w:rsid w:val="00076C58"/>
    <w:rsid w:val="00077946"/>
    <w:rsid w:val="00080E9F"/>
    <w:rsid w:val="00080F02"/>
    <w:rsid w:val="00081671"/>
    <w:rsid w:val="0008198A"/>
    <w:rsid w:val="0008303A"/>
    <w:rsid w:val="0008341B"/>
    <w:rsid w:val="000844A1"/>
    <w:rsid w:val="00084A1E"/>
    <w:rsid w:val="000864D1"/>
    <w:rsid w:val="00086DB6"/>
    <w:rsid w:val="00090F4B"/>
    <w:rsid w:val="000915DC"/>
    <w:rsid w:val="000927CE"/>
    <w:rsid w:val="00095DCB"/>
    <w:rsid w:val="00096A2E"/>
    <w:rsid w:val="00097C31"/>
    <w:rsid w:val="00097CC5"/>
    <w:rsid w:val="000A1481"/>
    <w:rsid w:val="000A174A"/>
    <w:rsid w:val="000A2425"/>
    <w:rsid w:val="000A4F30"/>
    <w:rsid w:val="000A65C7"/>
    <w:rsid w:val="000A6E50"/>
    <w:rsid w:val="000B1834"/>
    <w:rsid w:val="000B187B"/>
    <w:rsid w:val="000B398A"/>
    <w:rsid w:val="000B3EAC"/>
    <w:rsid w:val="000B41E3"/>
    <w:rsid w:val="000B4CD6"/>
    <w:rsid w:val="000B5BB4"/>
    <w:rsid w:val="000B7723"/>
    <w:rsid w:val="000C0C1D"/>
    <w:rsid w:val="000C0C3B"/>
    <w:rsid w:val="000C1A05"/>
    <w:rsid w:val="000C2091"/>
    <w:rsid w:val="000C3BA6"/>
    <w:rsid w:val="000C3CA7"/>
    <w:rsid w:val="000C3CAE"/>
    <w:rsid w:val="000C47DA"/>
    <w:rsid w:val="000C4D10"/>
    <w:rsid w:val="000C4F63"/>
    <w:rsid w:val="000C561D"/>
    <w:rsid w:val="000C632B"/>
    <w:rsid w:val="000C7970"/>
    <w:rsid w:val="000D102B"/>
    <w:rsid w:val="000D1D8B"/>
    <w:rsid w:val="000D2C15"/>
    <w:rsid w:val="000D2C1E"/>
    <w:rsid w:val="000D3486"/>
    <w:rsid w:val="000D48C3"/>
    <w:rsid w:val="000D4A95"/>
    <w:rsid w:val="000D6489"/>
    <w:rsid w:val="000E0557"/>
    <w:rsid w:val="000E0FE8"/>
    <w:rsid w:val="000E2935"/>
    <w:rsid w:val="000E29D5"/>
    <w:rsid w:val="000E4EF4"/>
    <w:rsid w:val="000E634B"/>
    <w:rsid w:val="000E6EE4"/>
    <w:rsid w:val="000E7529"/>
    <w:rsid w:val="000F17E6"/>
    <w:rsid w:val="000F1F1A"/>
    <w:rsid w:val="000F2397"/>
    <w:rsid w:val="000F3F78"/>
    <w:rsid w:val="000F56FF"/>
    <w:rsid w:val="00104192"/>
    <w:rsid w:val="001041CC"/>
    <w:rsid w:val="0010426E"/>
    <w:rsid w:val="00105890"/>
    <w:rsid w:val="00106045"/>
    <w:rsid w:val="00106345"/>
    <w:rsid w:val="0010641E"/>
    <w:rsid w:val="00106B68"/>
    <w:rsid w:val="00106C31"/>
    <w:rsid w:val="001079D5"/>
    <w:rsid w:val="00107F73"/>
    <w:rsid w:val="001106BB"/>
    <w:rsid w:val="0011285C"/>
    <w:rsid w:val="0011426D"/>
    <w:rsid w:val="00114673"/>
    <w:rsid w:val="001167FE"/>
    <w:rsid w:val="00122757"/>
    <w:rsid w:val="00124612"/>
    <w:rsid w:val="00124F40"/>
    <w:rsid w:val="001250BE"/>
    <w:rsid w:val="00125187"/>
    <w:rsid w:val="00125862"/>
    <w:rsid w:val="00125E3E"/>
    <w:rsid w:val="00130564"/>
    <w:rsid w:val="00131A6F"/>
    <w:rsid w:val="00132197"/>
    <w:rsid w:val="00132A7A"/>
    <w:rsid w:val="00134C35"/>
    <w:rsid w:val="00135AD4"/>
    <w:rsid w:val="001363EC"/>
    <w:rsid w:val="00137474"/>
    <w:rsid w:val="00140917"/>
    <w:rsid w:val="00140C19"/>
    <w:rsid w:val="00141564"/>
    <w:rsid w:val="001433C8"/>
    <w:rsid w:val="001435ED"/>
    <w:rsid w:val="00143AF8"/>
    <w:rsid w:val="00147771"/>
    <w:rsid w:val="00147B69"/>
    <w:rsid w:val="00154759"/>
    <w:rsid w:val="00155ADB"/>
    <w:rsid w:val="00155BF5"/>
    <w:rsid w:val="001560C2"/>
    <w:rsid w:val="00157FE3"/>
    <w:rsid w:val="00162DEB"/>
    <w:rsid w:val="00163E68"/>
    <w:rsid w:val="00164085"/>
    <w:rsid w:val="0016608A"/>
    <w:rsid w:val="001661E9"/>
    <w:rsid w:val="00166912"/>
    <w:rsid w:val="00167C75"/>
    <w:rsid w:val="00170F5F"/>
    <w:rsid w:val="0017257D"/>
    <w:rsid w:val="00172FA7"/>
    <w:rsid w:val="0017433E"/>
    <w:rsid w:val="001757D8"/>
    <w:rsid w:val="001807D2"/>
    <w:rsid w:val="001856E4"/>
    <w:rsid w:val="001860E1"/>
    <w:rsid w:val="00186C96"/>
    <w:rsid w:val="00187C44"/>
    <w:rsid w:val="0019028E"/>
    <w:rsid w:val="0019096D"/>
    <w:rsid w:val="00190B92"/>
    <w:rsid w:val="00192800"/>
    <w:rsid w:val="00193159"/>
    <w:rsid w:val="00193A39"/>
    <w:rsid w:val="001952E5"/>
    <w:rsid w:val="001962B5"/>
    <w:rsid w:val="00196CDE"/>
    <w:rsid w:val="001A13FB"/>
    <w:rsid w:val="001A29A1"/>
    <w:rsid w:val="001A2C53"/>
    <w:rsid w:val="001A36D5"/>
    <w:rsid w:val="001A3A96"/>
    <w:rsid w:val="001A5353"/>
    <w:rsid w:val="001A5541"/>
    <w:rsid w:val="001A777C"/>
    <w:rsid w:val="001A7AA8"/>
    <w:rsid w:val="001B041B"/>
    <w:rsid w:val="001B0BA9"/>
    <w:rsid w:val="001B0BF0"/>
    <w:rsid w:val="001B1B02"/>
    <w:rsid w:val="001B2678"/>
    <w:rsid w:val="001B27B9"/>
    <w:rsid w:val="001B3A15"/>
    <w:rsid w:val="001B5D00"/>
    <w:rsid w:val="001B654D"/>
    <w:rsid w:val="001B6C82"/>
    <w:rsid w:val="001B7087"/>
    <w:rsid w:val="001C0870"/>
    <w:rsid w:val="001C2AF2"/>
    <w:rsid w:val="001C3953"/>
    <w:rsid w:val="001C45A6"/>
    <w:rsid w:val="001C64C2"/>
    <w:rsid w:val="001C66B3"/>
    <w:rsid w:val="001C76E9"/>
    <w:rsid w:val="001C7D40"/>
    <w:rsid w:val="001D40C5"/>
    <w:rsid w:val="001D480C"/>
    <w:rsid w:val="001D69EC"/>
    <w:rsid w:val="001D6B21"/>
    <w:rsid w:val="001D7B47"/>
    <w:rsid w:val="001E0D7A"/>
    <w:rsid w:val="001E0EBD"/>
    <w:rsid w:val="001E0F1D"/>
    <w:rsid w:val="001E1C8D"/>
    <w:rsid w:val="001E1F44"/>
    <w:rsid w:val="001E272F"/>
    <w:rsid w:val="001E27DF"/>
    <w:rsid w:val="001E3FD5"/>
    <w:rsid w:val="001E471F"/>
    <w:rsid w:val="001E75F0"/>
    <w:rsid w:val="001F0B24"/>
    <w:rsid w:val="001F120F"/>
    <w:rsid w:val="001F157A"/>
    <w:rsid w:val="001F1F98"/>
    <w:rsid w:val="001F2130"/>
    <w:rsid w:val="001F3828"/>
    <w:rsid w:val="001F3BB6"/>
    <w:rsid w:val="001F4DC3"/>
    <w:rsid w:val="001F519A"/>
    <w:rsid w:val="001F65D2"/>
    <w:rsid w:val="001F6CE9"/>
    <w:rsid w:val="001F7C41"/>
    <w:rsid w:val="00201B72"/>
    <w:rsid w:val="002025E4"/>
    <w:rsid w:val="0020366C"/>
    <w:rsid w:val="002038CB"/>
    <w:rsid w:val="00203BE3"/>
    <w:rsid w:val="002046D9"/>
    <w:rsid w:val="00207BCB"/>
    <w:rsid w:val="00212121"/>
    <w:rsid w:val="002148FC"/>
    <w:rsid w:val="00214FBD"/>
    <w:rsid w:val="00215B39"/>
    <w:rsid w:val="00216328"/>
    <w:rsid w:val="00217144"/>
    <w:rsid w:val="002177B3"/>
    <w:rsid w:val="00217F3E"/>
    <w:rsid w:val="002201D6"/>
    <w:rsid w:val="002214EF"/>
    <w:rsid w:val="00222CD6"/>
    <w:rsid w:val="00222FA5"/>
    <w:rsid w:val="00223252"/>
    <w:rsid w:val="002253D4"/>
    <w:rsid w:val="0022546C"/>
    <w:rsid w:val="00225EFD"/>
    <w:rsid w:val="00226EC6"/>
    <w:rsid w:val="00230233"/>
    <w:rsid w:val="00230581"/>
    <w:rsid w:val="002307A7"/>
    <w:rsid w:val="00230C85"/>
    <w:rsid w:val="0023262F"/>
    <w:rsid w:val="00232C5A"/>
    <w:rsid w:val="00232C60"/>
    <w:rsid w:val="00232D66"/>
    <w:rsid w:val="00232E47"/>
    <w:rsid w:val="00233622"/>
    <w:rsid w:val="002345DD"/>
    <w:rsid w:val="00234940"/>
    <w:rsid w:val="00234E81"/>
    <w:rsid w:val="00236DED"/>
    <w:rsid w:val="0023715D"/>
    <w:rsid w:val="00237BC9"/>
    <w:rsid w:val="00237ECE"/>
    <w:rsid w:val="0024098E"/>
    <w:rsid w:val="002433E4"/>
    <w:rsid w:val="002471A8"/>
    <w:rsid w:val="00247FBB"/>
    <w:rsid w:val="00251129"/>
    <w:rsid w:val="00255F4D"/>
    <w:rsid w:val="002572DE"/>
    <w:rsid w:val="00260FBA"/>
    <w:rsid w:val="002622E6"/>
    <w:rsid w:val="00262A99"/>
    <w:rsid w:val="00263D9E"/>
    <w:rsid w:val="002641D8"/>
    <w:rsid w:val="0026451F"/>
    <w:rsid w:val="00264D4F"/>
    <w:rsid w:val="00264FAA"/>
    <w:rsid w:val="00267561"/>
    <w:rsid w:val="0027102D"/>
    <w:rsid w:val="00271344"/>
    <w:rsid w:val="002724D0"/>
    <w:rsid w:val="00276591"/>
    <w:rsid w:val="0027706A"/>
    <w:rsid w:val="002771DE"/>
    <w:rsid w:val="00277BB6"/>
    <w:rsid w:val="00280B2E"/>
    <w:rsid w:val="002830D4"/>
    <w:rsid w:val="002831BD"/>
    <w:rsid w:val="00284FE6"/>
    <w:rsid w:val="0028551E"/>
    <w:rsid w:val="00285DA5"/>
    <w:rsid w:val="002863CF"/>
    <w:rsid w:val="00286E21"/>
    <w:rsid w:val="002877D5"/>
    <w:rsid w:val="0029056C"/>
    <w:rsid w:val="0029077D"/>
    <w:rsid w:val="00291217"/>
    <w:rsid w:val="002951E3"/>
    <w:rsid w:val="00295DAB"/>
    <w:rsid w:val="00297DA0"/>
    <w:rsid w:val="002A0941"/>
    <w:rsid w:val="002A0AF1"/>
    <w:rsid w:val="002A0CC2"/>
    <w:rsid w:val="002A2E19"/>
    <w:rsid w:val="002A4C4E"/>
    <w:rsid w:val="002A58B4"/>
    <w:rsid w:val="002A59E7"/>
    <w:rsid w:val="002A5BF4"/>
    <w:rsid w:val="002A5D54"/>
    <w:rsid w:val="002A6FEE"/>
    <w:rsid w:val="002A74E4"/>
    <w:rsid w:val="002B0398"/>
    <w:rsid w:val="002B0F62"/>
    <w:rsid w:val="002B1176"/>
    <w:rsid w:val="002B217F"/>
    <w:rsid w:val="002B2CA5"/>
    <w:rsid w:val="002B2DD6"/>
    <w:rsid w:val="002B3C29"/>
    <w:rsid w:val="002B45B9"/>
    <w:rsid w:val="002B46BD"/>
    <w:rsid w:val="002B4983"/>
    <w:rsid w:val="002B73E5"/>
    <w:rsid w:val="002C01BB"/>
    <w:rsid w:val="002C0CD5"/>
    <w:rsid w:val="002C18B2"/>
    <w:rsid w:val="002C3CB3"/>
    <w:rsid w:val="002C3DEF"/>
    <w:rsid w:val="002C6C17"/>
    <w:rsid w:val="002C6DB9"/>
    <w:rsid w:val="002D007A"/>
    <w:rsid w:val="002D00A7"/>
    <w:rsid w:val="002D217B"/>
    <w:rsid w:val="002D3422"/>
    <w:rsid w:val="002D3A8C"/>
    <w:rsid w:val="002D471E"/>
    <w:rsid w:val="002D4BCE"/>
    <w:rsid w:val="002D4E10"/>
    <w:rsid w:val="002D7EA3"/>
    <w:rsid w:val="002E2384"/>
    <w:rsid w:val="002E2FE0"/>
    <w:rsid w:val="002E32E4"/>
    <w:rsid w:val="002E3C78"/>
    <w:rsid w:val="002E4304"/>
    <w:rsid w:val="002E44FF"/>
    <w:rsid w:val="002E59DD"/>
    <w:rsid w:val="002E6026"/>
    <w:rsid w:val="002E7B19"/>
    <w:rsid w:val="002F08EA"/>
    <w:rsid w:val="002F2C5F"/>
    <w:rsid w:val="002F5479"/>
    <w:rsid w:val="002F5CBB"/>
    <w:rsid w:val="002F65CC"/>
    <w:rsid w:val="002F6E1F"/>
    <w:rsid w:val="002F735A"/>
    <w:rsid w:val="002F7AE3"/>
    <w:rsid w:val="00300462"/>
    <w:rsid w:val="00300C90"/>
    <w:rsid w:val="00301F96"/>
    <w:rsid w:val="003020E8"/>
    <w:rsid w:val="0030376E"/>
    <w:rsid w:val="00303F38"/>
    <w:rsid w:val="00304124"/>
    <w:rsid w:val="00305E65"/>
    <w:rsid w:val="00305EBD"/>
    <w:rsid w:val="00306295"/>
    <w:rsid w:val="003065AF"/>
    <w:rsid w:val="003100E2"/>
    <w:rsid w:val="00312C62"/>
    <w:rsid w:val="00316D33"/>
    <w:rsid w:val="00316D3A"/>
    <w:rsid w:val="003174A0"/>
    <w:rsid w:val="00317519"/>
    <w:rsid w:val="00317739"/>
    <w:rsid w:val="003215CE"/>
    <w:rsid w:val="0032235A"/>
    <w:rsid w:val="00322C36"/>
    <w:rsid w:val="003233BD"/>
    <w:rsid w:val="003233C7"/>
    <w:rsid w:val="00324365"/>
    <w:rsid w:val="003248EF"/>
    <w:rsid w:val="0032529F"/>
    <w:rsid w:val="0032619D"/>
    <w:rsid w:val="0032623F"/>
    <w:rsid w:val="003276E5"/>
    <w:rsid w:val="003279FA"/>
    <w:rsid w:val="00331B2D"/>
    <w:rsid w:val="00334FD4"/>
    <w:rsid w:val="00335051"/>
    <w:rsid w:val="0033628D"/>
    <w:rsid w:val="00336F91"/>
    <w:rsid w:val="00336FAF"/>
    <w:rsid w:val="00337F94"/>
    <w:rsid w:val="0034227A"/>
    <w:rsid w:val="00344001"/>
    <w:rsid w:val="00344DBA"/>
    <w:rsid w:val="00345D75"/>
    <w:rsid w:val="00345FD3"/>
    <w:rsid w:val="00347419"/>
    <w:rsid w:val="0035043E"/>
    <w:rsid w:val="0035200F"/>
    <w:rsid w:val="00353166"/>
    <w:rsid w:val="003531DB"/>
    <w:rsid w:val="003533C7"/>
    <w:rsid w:val="0035480B"/>
    <w:rsid w:val="00354EF4"/>
    <w:rsid w:val="003551C6"/>
    <w:rsid w:val="00355D9E"/>
    <w:rsid w:val="00356256"/>
    <w:rsid w:val="00356A59"/>
    <w:rsid w:val="00356C85"/>
    <w:rsid w:val="003615EC"/>
    <w:rsid w:val="003618FD"/>
    <w:rsid w:val="00363C2C"/>
    <w:rsid w:val="00366B0F"/>
    <w:rsid w:val="003672DF"/>
    <w:rsid w:val="00367BE6"/>
    <w:rsid w:val="0037212D"/>
    <w:rsid w:val="00375135"/>
    <w:rsid w:val="003753A2"/>
    <w:rsid w:val="00375BCB"/>
    <w:rsid w:val="00377111"/>
    <w:rsid w:val="00377A1F"/>
    <w:rsid w:val="003803E6"/>
    <w:rsid w:val="00380510"/>
    <w:rsid w:val="003824DF"/>
    <w:rsid w:val="0038271B"/>
    <w:rsid w:val="0038326B"/>
    <w:rsid w:val="003832A6"/>
    <w:rsid w:val="0038591B"/>
    <w:rsid w:val="00386414"/>
    <w:rsid w:val="00387A19"/>
    <w:rsid w:val="0039159C"/>
    <w:rsid w:val="00391613"/>
    <w:rsid w:val="003919F9"/>
    <w:rsid w:val="0039276E"/>
    <w:rsid w:val="0039306C"/>
    <w:rsid w:val="00393F60"/>
    <w:rsid w:val="00393F75"/>
    <w:rsid w:val="00394C1B"/>
    <w:rsid w:val="00394C27"/>
    <w:rsid w:val="003962B4"/>
    <w:rsid w:val="00397E9B"/>
    <w:rsid w:val="003A14B2"/>
    <w:rsid w:val="003A49F1"/>
    <w:rsid w:val="003A4E77"/>
    <w:rsid w:val="003A674D"/>
    <w:rsid w:val="003B0705"/>
    <w:rsid w:val="003B2A91"/>
    <w:rsid w:val="003B57F1"/>
    <w:rsid w:val="003B73C3"/>
    <w:rsid w:val="003C1849"/>
    <w:rsid w:val="003C24B0"/>
    <w:rsid w:val="003C281C"/>
    <w:rsid w:val="003C38BF"/>
    <w:rsid w:val="003C3FB3"/>
    <w:rsid w:val="003C5BF8"/>
    <w:rsid w:val="003C6976"/>
    <w:rsid w:val="003C6C48"/>
    <w:rsid w:val="003D151F"/>
    <w:rsid w:val="003D1CAB"/>
    <w:rsid w:val="003D2109"/>
    <w:rsid w:val="003D3049"/>
    <w:rsid w:val="003D3294"/>
    <w:rsid w:val="003D56F8"/>
    <w:rsid w:val="003D6620"/>
    <w:rsid w:val="003E14C4"/>
    <w:rsid w:val="003E33FE"/>
    <w:rsid w:val="003E4EE1"/>
    <w:rsid w:val="003E6675"/>
    <w:rsid w:val="003F0E46"/>
    <w:rsid w:val="003F1490"/>
    <w:rsid w:val="003F4010"/>
    <w:rsid w:val="003F4AC7"/>
    <w:rsid w:val="003F4AEF"/>
    <w:rsid w:val="003F5575"/>
    <w:rsid w:val="003F6107"/>
    <w:rsid w:val="003F6423"/>
    <w:rsid w:val="003F77F6"/>
    <w:rsid w:val="003F7A48"/>
    <w:rsid w:val="003F7AE2"/>
    <w:rsid w:val="003F7CF6"/>
    <w:rsid w:val="00400641"/>
    <w:rsid w:val="0040076E"/>
    <w:rsid w:val="00400B59"/>
    <w:rsid w:val="00404B4F"/>
    <w:rsid w:val="00404B55"/>
    <w:rsid w:val="00404BD2"/>
    <w:rsid w:val="00404E91"/>
    <w:rsid w:val="004053A3"/>
    <w:rsid w:val="004053B5"/>
    <w:rsid w:val="004062E8"/>
    <w:rsid w:val="0040730A"/>
    <w:rsid w:val="00407BC2"/>
    <w:rsid w:val="00411F8E"/>
    <w:rsid w:val="004125C2"/>
    <w:rsid w:val="0041296C"/>
    <w:rsid w:val="00413A11"/>
    <w:rsid w:val="004148D5"/>
    <w:rsid w:val="0041499A"/>
    <w:rsid w:val="00416431"/>
    <w:rsid w:val="00417108"/>
    <w:rsid w:val="0042020A"/>
    <w:rsid w:val="004204A0"/>
    <w:rsid w:val="00421B29"/>
    <w:rsid w:val="0042421C"/>
    <w:rsid w:val="004250C2"/>
    <w:rsid w:val="0042514F"/>
    <w:rsid w:val="004301B9"/>
    <w:rsid w:val="004302AA"/>
    <w:rsid w:val="004303F1"/>
    <w:rsid w:val="00431D23"/>
    <w:rsid w:val="00432A68"/>
    <w:rsid w:val="00435DC7"/>
    <w:rsid w:val="00436B54"/>
    <w:rsid w:val="00440824"/>
    <w:rsid w:val="00440A27"/>
    <w:rsid w:val="00441F5C"/>
    <w:rsid w:val="00443F6D"/>
    <w:rsid w:val="00446442"/>
    <w:rsid w:val="0044723A"/>
    <w:rsid w:val="00450674"/>
    <w:rsid w:val="0045079E"/>
    <w:rsid w:val="00453710"/>
    <w:rsid w:val="00454263"/>
    <w:rsid w:val="004555AD"/>
    <w:rsid w:val="004562F1"/>
    <w:rsid w:val="00462A87"/>
    <w:rsid w:val="00465D69"/>
    <w:rsid w:val="0046704F"/>
    <w:rsid w:val="004700ED"/>
    <w:rsid w:val="0047072E"/>
    <w:rsid w:val="00471784"/>
    <w:rsid w:val="00472E11"/>
    <w:rsid w:val="00474651"/>
    <w:rsid w:val="00476778"/>
    <w:rsid w:val="0047727D"/>
    <w:rsid w:val="00480504"/>
    <w:rsid w:val="00481560"/>
    <w:rsid w:val="004834E8"/>
    <w:rsid w:val="00483BA3"/>
    <w:rsid w:val="00484EB0"/>
    <w:rsid w:val="00485038"/>
    <w:rsid w:val="004856FB"/>
    <w:rsid w:val="00485B49"/>
    <w:rsid w:val="00491833"/>
    <w:rsid w:val="00492E26"/>
    <w:rsid w:val="00493B57"/>
    <w:rsid w:val="004954FE"/>
    <w:rsid w:val="00495A32"/>
    <w:rsid w:val="00496D95"/>
    <w:rsid w:val="00497708"/>
    <w:rsid w:val="0049789B"/>
    <w:rsid w:val="00497B01"/>
    <w:rsid w:val="004A1160"/>
    <w:rsid w:val="004A33A5"/>
    <w:rsid w:val="004A3C1C"/>
    <w:rsid w:val="004B0D21"/>
    <w:rsid w:val="004B156D"/>
    <w:rsid w:val="004B2048"/>
    <w:rsid w:val="004B21C3"/>
    <w:rsid w:val="004B4520"/>
    <w:rsid w:val="004B65ED"/>
    <w:rsid w:val="004B6972"/>
    <w:rsid w:val="004B6A6E"/>
    <w:rsid w:val="004C07EB"/>
    <w:rsid w:val="004C3F2D"/>
    <w:rsid w:val="004C506E"/>
    <w:rsid w:val="004C52E7"/>
    <w:rsid w:val="004D0828"/>
    <w:rsid w:val="004D3A08"/>
    <w:rsid w:val="004D4716"/>
    <w:rsid w:val="004D7035"/>
    <w:rsid w:val="004D747D"/>
    <w:rsid w:val="004E1CEE"/>
    <w:rsid w:val="004E21E0"/>
    <w:rsid w:val="004E23B8"/>
    <w:rsid w:val="004E3420"/>
    <w:rsid w:val="004E3827"/>
    <w:rsid w:val="004E3B5D"/>
    <w:rsid w:val="004E40AD"/>
    <w:rsid w:val="004E47A4"/>
    <w:rsid w:val="004E4D8D"/>
    <w:rsid w:val="004E69F8"/>
    <w:rsid w:val="004E7732"/>
    <w:rsid w:val="004E7E1B"/>
    <w:rsid w:val="004F1147"/>
    <w:rsid w:val="004F1D93"/>
    <w:rsid w:val="004F3BA7"/>
    <w:rsid w:val="004F539D"/>
    <w:rsid w:val="004F5B71"/>
    <w:rsid w:val="005002DA"/>
    <w:rsid w:val="0050464B"/>
    <w:rsid w:val="005065B3"/>
    <w:rsid w:val="00506B82"/>
    <w:rsid w:val="005108F7"/>
    <w:rsid w:val="0051426D"/>
    <w:rsid w:val="0051487B"/>
    <w:rsid w:val="0052036F"/>
    <w:rsid w:val="00520A63"/>
    <w:rsid w:val="00520CE3"/>
    <w:rsid w:val="00520F21"/>
    <w:rsid w:val="00521CDD"/>
    <w:rsid w:val="00521F2E"/>
    <w:rsid w:val="005221F5"/>
    <w:rsid w:val="005229F2"/>
    <w:rsid w:val="0052411F"/>
    <w:rsid w:val="00524A00"/>
    <w:rsid w:val="00525460"/>
    <w:rsid w:val="005265D5"/>
    <w:rsid w:val="00526C3D"/>
    <w:rsid w:val="00527670"/>
    <w:rsid w:val="005321EB"/>
    <w:rsid w:val="00532344"/>
    <w:rsid w:val="00534245"/>
    <w:rsid w:val="005346C8"/>
    <w:rsid w:val="00534AD4"/>
    <w:rsid w:val="005354C7"/>
    <w:rsid w:val="00535D63"/>
    <w:rsid w:val="00536BBF"/>
    <w:rsid w:val="00537C6B"/>
    <w:rsid w:val="00540D91"/>
    <w:rsid w:val="005410F0"/>
    <w:rsid w:val="0054249C"/>
    <w:rsid w:val="005437EA"/>
    <w:rsid w:val="00545E68"/>
    <w:rsid w:val="00550A44"/>
    <w:rsid w:val="00552485"/>
    <w:rsid w:val="005559B0"/>
    <w:rsid w:val="00556A88"/>
    <w:rsid w:val="00557DA2"/>
    <w:rsid w:val="005631DE"/>
    <w:rsid w:val="00563643"/>
    <w:rsid w:val="005645E5"/>
    <w:rsid w:val="005649AF"/>
    <w:rsid w:val="0056644D"/>
    <w:rsid w:val="0056671A"/>
    <w:rsid w:val="005714A0"/>
    <w:rsid w:val="005747A3"/>
    <w:rsid w:val="00574B63"/>
    <w:rsid w:val="00574E3F"/>
    <w:rsid w:val="005758DB"/>
    <w:rsid w:val="00575A49"/>
    <w:rsid w:val="005803B8"/>
    <w:rsid w:val="0058075A"/>
    <w:rsid w:val="00591A55"/>
    <w:rsid w:val="00592262"/>
    <w:rsid w:val="005922C6"/>
    <w:rsid w:val="00593160"/>
    <w:rsid w:val="00594959"/>
    <w:rsid w:val="0059524C"/>
    <w:rsid w:val="00595275"/>
    <w:rsid w:val="00596742"/>
    <w:rsid w:val="00597BA3"/>
    <w:rsid w:val="005A0AE8"/>
    <w:rsid w:val="005A1BEB"/>
    <w:rsid w:val="005A2140"/>
    <w:rsid w:val="005A3093"/>
    <w:rsid w:val="005A40A7"/>
    <w:rsid w:val="005A640E"/>
    <w:rsid w:val="005B26AD"/>
    <w:rsid w:val="005B272C"/>
    <w:rsid w:val="005B2D84"/>
    <w:rsid w:val="005B2DED"/>
    <w:rsid w:val="005B430A"/>
    <w:rsid w:val="005B57A9"/>
    <w:rsid w:val="005B5A79"/>
    <w:rsid w:val="005C23F2"/>
    <w:rsid w:val="005C2F01"/>
    <w:rsid w:val="005C3337"/>
    <w:rsid w:val="005C51E7"/>
    <w:rsid w:val="005C66D4"/>
    <w:rsid w:val="005C741E"/>
    <w:rsid w:val="005C7593"/>
    <w:rsid w:val="005D16BA"/>
    <w:rsid w:val="005D20CB"/>
    <w:rsid w:val="005D2E57"/>
    <w:rsid w:val="005D52EF"/>
    <w:rsid w:val="005D5625"/>
    <w:rsid w:val="005D6350"/>
    <w:rsid w:val="005D66D1"/>
    <w:rsid w:val="005D7858"/>
    <w:rsid w:val="005D7A8D"/>
    <w:rsid w:val="005E0E71"/>
    <w:rsid w:val="005E44F5"/>
    <w:rsid w:val="005E4BD6"/>
    <w:rsid w:val="005E5501"/>
    <w:rsid w:val="005E553B"/>
    <w:rsid w:val="005E6484"/>
    <w:rsid w:val="005F05D8"/>
    <w:rsid w:val="005F3683"/>
    <w:rsid w:val="005F37A9"/>
    <w:rsid w:val="005F4E63"/>
    <w:rsid w:val="005F71A7"/>
    <w:rsid w:val="005F7A41"/>
    <w:rsid w:val="005F7F75"/>
    <w:rsid w:val="00600520"/>
    <w:rsid w:val="00600548"/>
    <w:rsid w:val="00600BAE"/>
    <w:rsid w:val="0060106D"/>
    <w:rsid w:val="006016EC"/>
    <w:rsid w:val="00603891"/>
    <w:rsid w:val="00604C2D"/>
    <w:rsid w:val="00606934"/>
    <w:rsid w:val="006113E4"/>
    <w:rsid w:val="00611DA2"/>
    <w:rsid w:val="00612251"/>
    <w:rsid w:val="00612565"/>
    <w:rsid w:val="00613785"/>
    <w:rsid w:val="0061650D"/>
    <w:rsid w:val="006205D3"/>
    <w:rsid w:val="00621A81"/>
    <w:rsid w:val="00621FF4"/>
    <w:rsid w:val="006226B5"/>
    <w:rsid w:val="006247A6"/>
    <w:rsid w:val="00625CE5"/>
    <w:rsid w:val="00626ADA"/>
    <w:rsid w:val="00626FA0"/>
    <w:rsid w:val="00627512"/>
    <w:rsid w:val="00627B3D"/>
    <w:rsid w:val="006302BE"/>
    <w:rsid w:val="00630CC6"/>
    <w:rsid w:val="00633094"/>
    <w:rsid w:val="00633BC1"/>
    <w:rsid w:val="00633FF0"/>
    <w:rsid w:val="00635274"/>
    <w:rsid w:val="00635CEA"/>
    <w:rsid w:val="00636BB3"/>
    <w:rsid w:val="00642649"/>
    <w:rsid w:val="00642D4D"/>
    <w:rsid w:val="00645822"/>
    <w:rsid w:val="00646939"/>
    <w:rsid w:val="0064781D"/>
    <w:rsid w:val="006479A9"/>
    <w:rsid w:val="00650E71"/>
    <w:rsid w:val="006510B5"/>
    <w:rsid w:val="00651878"/>
    <w:rsid w:val="00651AC3"/>
    <w:rsid w:val="006540C2"/>
    <w:rsid w:val="00654819"/>
    <w:rsid w:val="00655ED8"/>
    <w:rsid w:val="00656C5B"/>
    <w:rsid w:val="00656CE0"/>
    <w:rsid w:val="00660760"/>
    <w:rsid w:val="00660F25"/>
    <w:rsid w:val="0066398B"/>
    <w:rsid w:val="00664965"/>
    <w:rsid w:val="00664BDE"/>
    <w:rsid w:val="006652B7"/>
    <w:rsid w:val="00671451"/>
    <w:rsid w:val="00671AD7"/>
    <w:rsid w:val="00674C98"/>
    <w:rsid w:val="0067643D"/>
    <w:rsid w:val="00676F4E"/>
    <w:rsid w:val="0068044F"/>
    <w:rsid w:val="00681A84"/>
    <w:rsid w:val="00681C66"/>
    <w:rsid w:val="0068270E"/>
    <w:rsid w:val="00685BD3"/>
    <w:rsid w:val="00687215"/>
    <w:rsid w:val="006876C6"/>
    <w:rsid w:val="006878A8"/>
    <w:rsid w:val="00687B0E"/>
    <w:rsid w:val="006904EB"/>
    <w:rsid w:val="006909EE"/>
    <w:rsid w:val="006914F7"/>
    <w:rsid w:val="006933F2"/>
    <w:rsid w:val="00694031"/>
    <w:rsid w:val="006947F6"/>
    <w:rsid w:val="006964F3"/>
    <w:rsid w:val="00697DAE"/>
    <w:rsid w:val="006A0C28"/>
    <w:rsid w:val="006A0D84"/>
    <w:rsid w:val="006A1310"/>
    <w:rsid w:val="006A1AE9"/>
    <w:rsid w:val="006A3C41"/>
    <w:rsid w:val="006A59DC"/>
    <w:rsid w:val="006B018F"/>
    <w:rsid w:val="006B06DB"/>
    <w:rsid w:val="006B1034"/>
    <w:rsid w:val="006B2DD2"/>
    <w:rsid w:val="006B38E8"/>
    <w:rsid w:val="006B41EC"/>
    <w:rsid w:val="006B4BA9"/>
    <w:rsid w:val="006B662F"/>
    <w:rsid w:val="006C0715"/>
    <w:rsid w:val="006C1F41"/>
    <w:rsid w:val="006C35A8"/>
    <w:rsid w:val="006C47FD"/>
    <w:rsid w:val="006D05EF"/>
    <w:rsid w:val="006D062A"/>
    <w:rsid w:val="006D12D8"/>
    <w:rsid w:val="006D1B54"/>
    <w:rsid w:val="006D5CA9"/>
    <w:rsid w:val="006D743F"/>
    <w:rsid w:val="006E047D"/>
    <w:rsid w:val="006E2880"/>
    <w:rsid w:val="006E343C"/>
    <w:rsid w:val="006E42D4"/>
    <w:rsid w:val="006E4B58"/>
    <w:rsid w:val="006E4F26"/>
    <w:rsid w:val="006E50F8"/>
    <w:rsid w:val="006E5471"/>
    <w:rsid w:val="006E580B"/>
    <w:rsid w:val="006F06F4"/>
    <w:rsid w:val="006F0B04"/>
    <w:rsid w:val="006F0B98"/>
    <w:rsid w:val="006F1ABA"/>
    <w:rsid w:val="006F3545"/>
    <w:rsid w:val="006F42DE"/>
    <w:rsid w:val="007003ED"/>
    <w:rsid w:val="0070084D"/>
    <w:rsid w:val="0070115B"/>
    <w:rsid w:val="00701D82"/>
    <w:rsid w:val="007034E7"/>
    <w:rsid w:val="007042EC"/>
    <w:rsid w:val="00704492"/>
    <w:rsid w:val="00704E63"/>
    <w:rsid w:val="0070528F"/>
    <w:rsid w:val="00705CFD"/>
    <w:rsid w:val="00706104"/>
    <w:rsid w:val="00707993"/>
    <w:rsid w:val="00710A4A"/>
    <w:rsid w:val="00712FF2"/>
    <w:rsid w:val="007141D5"/>
    <w:rsid w:val="007172B2"/>
    <w:rsid w:val="00717F2C"/>
    <w:rsid w:val="00723F9A"/>
    <w:rsid w:val="007249C0"/>
    <w:rsid w:val="00724DDB"/>
    <w:rsid w:val="00725A15"/>
    <w:rsid w:val="00732494"/>
    <w:rsid w:val="00732A04"/>
    <w:rsid w:val="0073333C"/>
    <w:rsid w:val="00734193"/>
    <w:rsid w:val="00735054"/>
    <w:rsid w:val="00737756"/>
    <w:rsid w:val="00740680"/>
    <w:rsid w:val="00740AD2"/>
    <w:rsid w:val="0074137B"/>
    <w:rsid w:val="00742588"/>
    <w:rsid w:val="00743020"/>
    <w:rsid w:val="00744145"/>
    <w:rsid w:val="007452E9"/>
    <w:rsid w:val="00745561"/>
    <w:rsid w:val="007458E9"/>
    <w:rsid w:val="00746024"/>
    <w:rsid w:val="007500B8"/>
    <w:rsid w:val="00753460"/>
    <w:rsid w:val="00753851"/>
    <w:rsid w:val="0075477B"/>
    <w:rsid w:val="007548CA"/>
    <w:rsid w:val="00755013"/>
    <w:rsid w:val="00755166"/>
    <w:rsid w:val="00762495"/>
    <w:rsid w:val="00763CF7"/>
    <w:rsid w:val="00763EF1"/>
    <w:rsid w:val="00765D65"/>
    <w:rsid w:val="007713AB"/>
    <w:rsid w:val="00771B7E"/>
    <w:rsid w:val="00773110"/>
    <w:rsid w:val="007747C8"/>
    <w:rsid w:val="00776186"/>
    <w:rsid w:val="00780BD1"/>
    <w:rsid w:val="00781CC0"/>
    <w:rsid w:val="007825BB"/>
    <w:rsid w:val="007826AF"/>
    <w:rsid w:val="00784E43"/>
    <w:rsid w:val="007909C1"/>
    <w:rsid w:val="0079337A"/>
    <w:rsid w:val="007940FA"/>
    <w:rsid w:val="00795B1B"/>
    <w:rsid w:val="00796715"/>
    <w:rsid w:val="00796B31"/>
    <w:rsid w:val="007A0FD2"/>
    <w:rsid w:val="007A1E95"/>
    <w:rsid w:val="007A2761"/>
    <w:rsid w:val="007A35D1"/>
    <w:rsid w:val="007A3940"/>
    <w:rsid w:val="007A4374"/>
    <w:rsid w:val="007A4E4F"/>
    <w:rsid w:val="007A54D8"/>
    <w:rsid w:val="007A59A3"/>
    <w:rsid w:val="007A6928"/>
    <w:rsid w:val="007A6B2A"/>
    <w:rsid w:val="007A7E3D"/>
    <w:rsid w:val="007B0000"/>
    <w:rsid w:val="007B08F9"/>
    <w:rsid w:val="007B10A5"/>
    <w:rsid w:val="007B1907"/>
    <w:rsid w:val="007B2114"/>
    <w:rsid w:val="007B2633"/>
    <w:rsid w:val="007B3A43"/>
    <w:rsid w:val="007B450B"/>
    <w:rsid w:val="007B4770"/>
    <w:rsid w:val="007B55B6"/>
    <w:rsid w:val="007B5E5E"/>
    <w:rsid w:val="007B60F7"/>
    <w:rsid w:val="007B7588"/>
    <w:rsid w:val="007B7983"/>
    <w:rsid w:val="007C2E58"/>
    <w:rsid w:val="007C3850"/>
    <w:rsid w:val="007C5015"/>
    <w:rsid w:val="007C62C8"/>
    <w:rsid w:val="007D0652"/>
    <w:rsid w:val="007D0D29"/>
    <w:rsid w:val="007D118A"/>
    <w:rsid w:val="007D1C9C"/>
    <w:rsid w:val="007D521C"/>
    <w:rsid w:val="007D6753"/>
    <w:rsid w:val="007D79C5"/>
    <w:rsid w:val="007D7B2E"/>
    <w:rsid w:val="007D7FBA"/>
    <w:rsid w:val="007E3086"/>
    <w:rsid w:val="007E30B4"/>
    <w:rsid w:val="007E3479"/>
    <w:rsid w:val="007E5E29"/>
    <w:rsid w:val="007E67FC"/>
    <w:rsid w:val="007E764D"/>
    <w:rsid w:val="007E7E43"/>
    <w:rsid w:val="007F053A"/>
    <w:rsid w:val="007F0BCC"/>
    <w:rsid w:val="007F0F49"/>
    <w:rsid w:val="007F182B"/>
    <w:rsid w:val="007F2247"/>
    <w:rsid w:val="007F27B1"/>
    <w:rsid w:val="007F3FEE"/>
    <w:rsid w:val="007F4894"/>
    <w:rsid w:val="007F4C2D"/>
    <w:rsid w:val="007F687F"/>
    <w:rsid w:val="007F6895"/>
    <w:rsid w:val="007F7A01"/>
    <w:rsid w:val="008005EC"/>
    <w:rsid w:val="008009EA"/>
    <w:rsid w:val="00801078"/>
    <w:rsid w:val="008016B3"/>
    <w:rsid w:val="008033DF"/>
    <w:rsid w:val="008044F6"/>
    <w:rsid w:val="008049BC"/>
    <w:rsid w:val="00804CFB"/>
    <w:rsid w:val="00805227"/>
    <w:rsid w:val="00810A6E"/>
    <w:rsid w:val="008111F7"/>
    <w:rsid w:val="008123FB"/>
    <w:rsid w:val="008159B0"/>
    <w:rsid w:val="00815B95"/>
    <w:rsid w:val="00815DF9"/>
    <w:rsid w:val="00817A64"/>
    <w:rsid w:val="00821410"/>
    <w:rsid w:val="008217E2"/>
    <w:rsid w:val="008220BA"/>
    <w:rsid w:val="00823A64"/>
    <w:rsid w:val="00823A83"/>
    <w:rsid w:val="00826431"/>
    <w:rsid w:val="00830753"/>
    <w:rsid w:val="00832101"/>
    <w:rsid w:val="00834FC9"/>
    <w:rsid w:val="00835349"/>
    <w:rsid w:val="00836933"/>
    <w:rsid w:val="00837503"/>
    <w:rsid w:val="008375F6"/>
    <w:rsid w:val="008403DB"/>
    <w:rsid w:val="008423BF"/>
    <w:rsid w:val="00843543"/>
    <w:rsid w:val="00846E79"/>
    <w:rsid w:val="008544CB"/>
    <w:rsid w:val="008547E2"/>
    <w:rsid w:val="00854AD6"/>
    <w:rsid w:val="00854DC6"/>
    <w:rsid w:val="00855B0E"/>
    <w:rsid w:val="00860047"/>
    <w:rsid w:val="008606C8"/>
    <w:rsid w:val="008618DE"/>
    <w:rsid w:val="0086448D"/>
    <w:rsid w:val="00864D9A"/>
    <w:rsid w:val="0086538E"/>
    <w:rsid w:val="00866238"/>
    <w:rsid w:val="0086647E"/>
    <w:rsid w:val="0087070C"/>
    <w:rsid w:val="00872639"/>
    <w:rsid w:val="0087392B"/>
    <w:rsid w:val="00873B07"/>
    <w:rsid w:val="00873B74"/>
    <w:rsid w:val="0088050B"/>
    <w:rsid w:val="00880FEF"/>
    <w:rsid w:val="00881943"/>
    <w:rsid w:val="00884230"/>
    <w:rsid w:val="008859DB"/>
    <w:rsid w:val="00885B94"/>
    <w:rsid w:val="00885D78"/>
    <w:rsid w:val="00885FFF"/>
    <w:rsid w:val="00886BC6"/>
    <w:rsid w:val="0088724F"/>
    <w:rsid w:val="0088768D"/>
    <w:rsid w:val="00887943"/>
    <w:rsid w:val="008901E9"/>
    <w:rsid w:val="00890E54"/>
    <w:rsid w:val="008910A6"/>
    <w:rsid w:val="00891E3A"/>
    <w:rsid w:val="008920CD"/>
    <w:rsid w:val="008925E0"/>
    <w:rsid w:val="0089313D"/>
    <w:rsid w:val="00893FD3"/>
    <w:rsid w:val="00894AED"/>
    <w:rsid w:val="00894E2C"/>
    <w:rsid w:val="008965B3"/>
    <w:rsid w:val="00897667"/>
    <w:rsid w:val="008A0C97"/>
    <w:rsid w:val="008A11ED"/>
    <w:rsid w:val="008A144F"/>
    <w:rsid w:val="008A1F01"/>
    <w:rsid w:val="008A2D87"/>
    <w:rsid w:val="008A327B"/>
    <w:rsid w:val="008A3AF1"/>
    <w:rsid w:val="008A5401"/>
    <w:rsid w:val="008A7F66"/>
    <w:rsid w:val="008B05BA"/>
    <w:rsid w:val="008B3E65"/>
    <w:rsid w:val="008B4796"/>
    <w:rsid w:val="008B4DA3"/>
    <w:rsid w:val="008B5EDA"/>
    <w:rsid w:val="008B61BF"/>
    <w:rsid w:val="008B6D6A"/>
    <w:rsid w:val="008C14CE"/>
    <w:rsid w:val="008C2313"/>
    <w:rsid w:val="008C3044"/>
    <w:rsid w:val="008C322A"/>
    <w:rsid w:val="008C36D4"/>
    <w:rsid w:val="008C4408"/>
    <w:rsid w:val="008C4C60"/>
    <w:rsid w:val="008C520D"/>
    <w:rsid w:val="008C6407"/>
    <w:rsid w:val="008C6FA8"/>
    <w:rsid w:val="008D0041"/>
    <w:rsid w:val="008D0DD6"/>
    <w:rsid w:val="008D208D"/>
    <w:rsid w:val="008D3DC0"/>
    <w:rsid w:val="008D411D"/>
    <w:rsid w:val="008D4FC0"/>
    <w:rsid w:val="008D5441"/>
    <w:rsid w:val="008D6179"/>
    <w:rsid w:val="008D6D66"/>
    <w:rsid w:val="008E0367"/>
    <w:rsid w:val="008E36EB"/>
    <w:rsid w:val="008E3CBF"/>
    <w:rsid w:val="008E5E7B"/>
    <w:rsid w:val="008E6CA5"/>
    <w:rsid w:val="008E73B1"/>
    <w:rsid w:val="008F0801"/>
    <w:rsid w:val="008F0DE5"/>
    <w:rsid w:val="008F1DA0"/>
    <w:rsid w:val="008F2E14"/>
    <w:rsid w:val="008F5EE1"/>
    <w:rsid w:val="008F605E"/>
    <w:rsid w:val="008F7682"/>
    <w:rsid w:val="008F7D2B"/>
    <w:rsid w:val="00901051"/>
    <w:rsid w:val="009025F6"/>
    <w:rsid w:val="009036A6"/>
    <w:rsid w:val="00904ED4"/>
    <w:rsid w:val="00905C75"/>
    <w:rsid w:val="00906384"/>
    <w:rsid w:val="00910FB4"/>
    <w:rsid w:val="00913437"/>
    <w:rsid w:val="00913BC9"/>
    <w:rsid w:val="009141B7"/>
    <w:rsid w:val="009210B3"/>
    <w:rsid w:val="00926D16"/>
    <w:rsid w:val="009275DE"/>
    <w:rsid w:val="009316D9"/>
    <w:rsid w:val="009332A7"/>
    <w:rsid w:val="009334A1"/>
    <w:rsid w:val="009339A2"/>
    <w:rsid w:val="00936B01"/>
    <w:rsid w:val="009406B2"/>
    <w:rsid w:val="00940A52"/>
    <w:rsid w:val="00950207"/>
    <w:rsid w:val="0095193B"/>
    <w:rsid w:val="00952DB9"/>
    <w:rsid w:val="00953153"/>
    <w:rsid w:val="0095403E"/>
    <w:rsid w:val="00954676"/>
    <w:rsid w:val="0095668D"/>
    <w:rsid w:val="00957817"/>
    <w:rsid w:val="0096116C"/>
    <w:rsid w:val="0096382E"/>
    <w:rsid w:val="00963AF0"/>
    <w:rsid w:val="0096494D"/>
    <w:rsid w:val="0096576D"/>
    <w:rsid w:val="0096610C"/>
    <w:rsid w:val="00966CB7"/>
    <w:rsid w:val="009670C9"/>
    <w:rsid w:val="00967FB7"/>
    <w:rsid w:val="00972603"/>
    <w:rsid w:val="00973C68"/>
    <w:rsid w:val="00973C8E"/>
    <w:rsid w:val="0097439B"/>
    <w:rsid w:val="00975FBF"/>
    <w:rsid w:val="009768D2"/>
    <w:rsid w:val="009769EC"/>
    <w:rsid w:val="00977720"/>
    <w:rsid w:val="00981178"/>
    <w:rsid w:val="00982EC1"/>
    <w:rsid w:val="00982FD3"/>
    <w:rsid w:val="00984B0D"/>
    <w:rsid w:val="009864B6"/>
    <w:rsid w:val="009867D6"/>
    <w:rsid w:val="009871A7"/>
    <w:rsid w:val="0099042D"/>
    <w:rsid w:val="00990555"/>
    <w:rsid w:val="0099181C"/>
    <w:rsid w:val="00993834"/>
    <w:rsid w:val="009938D4"/>
    <w:rsid w:val="00995F3E"/>
    <w:rsid w:val="00997486"/>
    <w:rsid w:val="009A08B4"/>
    <w:rsid w:val="009A159C"/>
    <w:rsid w:val="009A2511"/>
    <w:rsid w:val="009A4094"/>
    <w:rsid w:val="009A466A"/>
    <w:rsid w:val="009A5223"/>
    <w:rsid w:val="009A5BCA"/>
    <w:rsid w:val="009B0B5F"/>
    <w:rsid w:val="009B304E"/>
    <w:rsid w:val="009B4C27"/>
    <w:rsid w:val="009B714A"/>
    <w:rsid w:val="009C1266"/>
    <w:rsid w:val="009C260E"/>
    <w:rsid w:val="009C29E6"/>
    <w:rsid w:val="009C2CA1"/>
    <w:rsid w:val="009C4325"/>
    <w:rsid w:val="009C4477"/>
    <w:rsid w:val="009C79F5"/>
    <w:rsid w:val="009D0C8A"/>
    <w:rsid w:val="009D0CAB"/>
    <w:rsid w:val="009D107B"/>
    <w:rsid w:val="009D23D1"/>
    <w:rsid w:val="009D49CD"/>
    <w:rsid w:val="009D52D1"/>
    <w:rsid w:val="009D58BF"/>
    <w:rsid w:val="009D787C"/>
    <w:rsid w:val="009D7D3F"/>
    <w:rsid w:val="009E0A60"/>
    <w:rsid w:val="009E2C8C"/>
    <w:rsid w:val="009E4519"/>
    <w:rsid w:val="009E497A"/>
    <w:rsid w:val="009E504C"/>
    <w:rsid w:val="009E5AF4"/>
    <w:rsid w:val="009E62FC"/>
    <w:rsid w:val="009E6ED2"/>
    <w:rsid w:val="009E74E4"/>
    <w:rsid w:val="009E7D75"/>
    <w:rsid w:val="009F02BD"/>
    <w:rsid w:val="009F0B35"/>
    <w:rsid w:val="009F179B"/>
    <w:rsid w:val="009F3378"/>
    <w:rsid w:val="009F35F1"/>
    <w:rsid w:val="009F41C3"/>
    <w:rsid w:val="009F6032"/>
    <w:rsid w:val="009F71F1"/>
    <w:rsid w:val="00A00AF5"/>
    <w:rsid w:val="00A01222"/>
    <w:rsid w:val="00A015F5"/>
    <w:rsid w:val="00A017F8"/>
    <w:rsid w:val="00A033D8"/>
    <w:rsid w:val="00A05513"/>
    <w:rsid w:val="00A0687B"/>
    <w:rsid w:val="00A06C2A"/>
    <w:rsid w:val="00A07AE7"/>
    <w:rsid w:val="00A07C06"/>
    <w:rsid w:val="00A07F03"/>
    <w:rsid w:val="00A108D2"/>
    <w:rsid w:val="00A126B9"/>
    <w:rsid w:val="00A131CF"/>
    <w:rsid w:val="00A13527"/>
    <w:rsid w:val="00A1613B"/>
    <w:rsid w:val="00A16717"/>
    <w:rsid w:val="00A1764E"/>
    <w:rsid w:val="00A17B18"/>
    <w:rsid w:val="00A2036A"/>
    <w:rsid w:val="00A209A5"/>
    <w:rsid w:val="00A215B7"/>
    <w:rsid w:val="00A2265E"/>
    <w:rsid w:val="00A2374E"/>
    <w:rsid w:val="00A23C58"/>
    <w:rsid w:val="00A257E8"/>
    <w:rsid w:val="00A2587C"/>
    <w:rsid w:val="00A25A88"/>
    <w:rsid w:val="00A26B7A"/>
    <w:rsid w:val="00A304A6"/>
    <w:rsid w:val="00A31086"/>
    <w:rsid w:val="00A32EC4"/>
    <w:rsid w:val="00A33C76"/>
    <w:rsid w:val="00A33CEC"/>
    <w:rsid w:val="00A34097"/>
    <w:rsid w:val="00A346D9"/>
    <w:rsid w:val="00A35BF4"/>
    <w:rsid w:val="00A363BE"/>
    <w:rsid w:val="00A37391"/>
    <w:rsid w:val="00A4038D"/>
    <w:rsid w:val="00A40B0D"/>
    <w:rsid w:val="00A415C3"/>
    <w:rsid w:val="00A41773"/>
    <w:rsid w:val="00A43385"/>
    <w:rsid w:val="00A449CC"/>
    <w:rsid w:val="00A44B69"/>
    <w:rsid w:val="00A45894"/>
    <w:rsid w:val="00A45A32"/>
    <w:rsid w:val="00A4605B"/>
    <w:rsid w:val="00A4628B"/>
    <w:rsid w:val="00A46578"/>
    <w:rsid w:val="00A46A95"/>
    <w:rsid w:val="00A47BEF"/>
    <w:rsid w:val="00A5037A"/>
    <w:rsid w:val="00A504A8"/>
    <w:rsid w:val="00A51563"/>
    <w:rsid w:val="00A52C7E"/>
    <w:rsid w:val="00A535AE"/>
    <w:rsid w:val="00A540E4"/>
    <w:rsid w:val="00A55CDB"/>
    <w:rsid w:val="00A56CAD"/>
    <w:rsid w:val="00A57F3E"/>
    <w:rsid w:val="00A60689"/>
    <w:rsid w:val="00A622CB"/>
    <w:rsid w:val="00A64C1F"/>
    <w:rsid w:val="00A64F85"/>
    <w:rsid w:val="00A65A95"/>
    <w:rsid w:val="00A65A99"/>
    <w:rsid w:val="00A716A4"/>
    <w:rsid w:val="00A727C3"/>
    <w:rsid w:val="00A72CB1"/>
    <w:rsid w:val="00A730D2"/>
    <w:rsid w:val="00A73BBB"/>
    <w:rsid w:val="00A73C0E"/>
    <w:rsid w:val="00A7430A"/>
    <w:rsid w:val="00A7470D"/>
    <w:rsid w:val="00A752A9"/>
    <w:rsid w:val="00A75E73"/>
    <w:rsid w:val="00A8194F"/>
    <w:rsid w:val="00A81A99"/>
    <w:rsid w:val="00A81FFC"/>
    <w:rsid w:val="00A82018"/>
    <w:rsid w:val="00A847EA"/>
    <w:rsid w:val="00A84B18"/>
    <w:rsid w:val="00A859AA"/>
    <w:rsid w:val="00A87D0D"/>
    <w:rsid w:val="00A91713"/>
    <w:rsid w:val="00A91D34"/>
    <w:rsid w:val="00A92CE7"/>
    <w:rsid w:val="00A940C8"/>
    <w:rsid w:val="00A942E2"/>
    <w:rsid w:val="00A95281"/>
    <w:rsid w:val="00A95548"/>
    <w:rsid w:val="00A95D38"/>
    <w:rsid w:val="00A97207"/>
    <w:rsid w:val="00A97C5E"/>
    <w:rsid w:val="00AA01BB"/>
    <w:rsid w:val="00AA0732"/>
    <w:rsid w:val="00AA089E"/>
    <w:rsid w:val="00AA0B3E"/>
    <w:rsid w:val="00AA268A"/>
    <w:rsid w:val="00AA3556"/>
    <w:rsid w:val="00AA4102"/>
    <w:rsid w:val="00AA5A8E"/>
    <w:rsid w:val="00AA5E36"/>
    <w:rsid w:val="00AA72EB"/>
    <w:rsid w:val="00AB0808"/>
    <w:rsid w:val="00AB1757"/>
    <w:rsid w:val="00AB19AA"/>
    <w:rsid w:val="00AB2984"/>
    <w:rsid w:val="00AB4B30"/>
    <w:rsid w:val="00AB5F41"/>
    <w:rsid w:val="00AB625A"/>
    <w:rsid w:val="00AB6AB7"/>
    <w:rsid w:val="00AB6C22"/>
    <w:rsid w:val="00AC0191"/>
    <w:rsid w:val="00AC05DF"/>
    <w:rsid w:val="00AC06EC"/>
    <w:rsid w:val="00AC0AE5"/>
    <w:rsid w:val="00AC2E98"/>
    <w:rsid w:val="00AC3471"/>
    <w:rsid w:val="00AC42E9"/>
    <w:rsid w:val="00AC497C"/>
    <w:rsid w:val="00AC4CFD"/>
    <w:rsid w:val="00AC5322"/>
    <w:rsid w:val="00AC61AA"/>
    <w:rsid w:val="00AC665F"/>
    <w:rsid w:val="00AD539B"/>
    <w:rsid w:val="00AD55BB"/>
    <w:rsid w:val="00AD594B"/>
    <w:rsid w:val="00AD713E"/>
    <w:rsid w:val="00AD7365"/>
    <w:rsid w:val="00AD77D4"/>
    <w:rsid w:val="00AE0756"/>
    <w:rsid w:val="00AE1D31"/>
    <w:rsid w:val="00AE2C5D"/>
    <w:rsid w:val="00AE482F"/>
    <w:rsid w:val="00AE5ACD"/>
    <w:rsid w:val="00AE75CF"/>
    <w:rsid w:val="00AF2D6B"/>
    <w:rsid w:val="00AF3239"/>
    <w:rsid w:val="00AF4ACF"/>
    <w:rsid w:val="00AF5553"/>
    <w:rsid w:val="00AF5C0A"/>
    <w:rsid w:val="00AF6C8B"/>
    <w:rsid w:val="00B01180"/>
    <w:rsid w:val="00B01693"/>
    <w:rsid w:val="00B0171A"/>
    <w:rsid w:val="00B018F1"/>
    <w:rsid w:val="00B01F78"/>
    <w:rsid w:val="00B0232D"/>
    <w:rsid w:val="00B04805"/>
    <w:rsid w:val="00B04EA4"/>
    <w:rsid w:val="00B06E2F"/>
    <w:rsid w:val="00B07071"/>
    <w:rsid w:val="00B07145"/>
    <w:rsid w:val="00B076ED"/>
    <w:rsid w:val="00B10731"/>
    <w:rsid w:val="00B10CD1"/>
    <w:rsid w:val="00B111C2"/>
    <w:rsid w:val="00B113A5"/>
    <w:rsid w:val="00B1280E"/>
    <w:rsid w:val="00B12FC0"/>
    <w:rsid w:val="00B13394"/>
    <w:rsid w:val="00B141F0"/>
    <w:rsid w:val="00B150D0"/>
    <w:rsid w:val="00B1621A"/>
    <w:rsid w:val="00B16449"/>
    <w:rsid w:val="00B1687C"/>
    <w:rsid w:val="00B174CF"/>
    <w:rsid w:val="00B209B3"/>
    <w:rsid w:val="00B20A3A"/>
    <w:rsid w:val="00B210B7"/>
    <w:rsid w:val="00B23055"/>
    <w:rsid w:val="00B24A00"/>
    <w:rsid w:val="00B2599C"/>
    <w:rsid w:val="00B26FE5"/>
    <w:rsid w:val="00B27B51"/>
    <w:rsid w:val="00B300A1"/>
    <w:rsid w:val="00B3173E"/>
    <w:rsid w:val="00B31C21"/>
    <w:rsid w:val="00B3213E"/>
    <w:rsid w:val="00B3345E"/>
    <w:rsid w:val="00B34603"/>
    <w:rsid w:val="00B34E75"/>
    <w:rsid w:val="00B35BF1"/>
    <w:rsid w:val="00B35D5F"/>
    <w:rsid w:val="00B36BB7"/>
    <w:rsid w:val="00B42434"/>
    <w:rsid w:val="00B42D64"/>
    <w:rsid w:val="00B44FE5"/>
    <w:rsid w:val="00B47679"/>
    <w:rsid w:val="00B501F6"/>
    <w:rsid w:val="00B506AD"/>
    <w:rsid w:val="00B5171E"/>
    <w:rsid w:val="00B520E9"/>
    <w:rsid w:val="00B52C74"/>
    <w:rsid w:val="00B5465D"/>
    <w:rsid w:val="00B55862"/>
    <w:rsid w:val="00B564CD"/>
    <w:rsid w:val="00B564E0"/>
    <w:rsid w:val="00B601DB"/>
    <w:rsid w:val="00B60369"/>
    <w:rsid w:val="00B603A0"/>
    <w:rsid w:val="00B61164"/>
    <w:rsid w:val="00B6300A"/>
    <w:rsid w:val="00B63AC3"/>
    <w:rsid w:val="00B63D36"/>
    <w:rsid w:val="00B6539E"/>
    <w:rsid w:val="00B6573C"/>
    <w:rsid w:val="00B67129"/>
    <w:rsid w:val="00B67313"/>
    <w:rsid w:val="00B711BE"/>
    <w:rsid w:val="00B71248"/>
    <w:rsid w:val="00B725DD"/>
    <w:rsid w:val="00B73A0B"/>
    <w:rsid w:val="00B75DFD"/>
    <w:rsid w:val="00B81F02"/>
    <w:rsid w:val="00B829B9"/>
    <w:rsid w:val="00B83DA6"/>
    <w:rsid w:val="00B8412E"/>
    <w:rsid w:val="00B86278"/>
    <w:rsid w:val="00B86433"/>
    <w:rsid w:val="00B86B04"/>
    <w:rsid w:val="00B90EF9"/>
    <w:rsid w:val="00B92151"/>
    <w:rsid w:val="00B93C76"/>
    <w:rsid w:val="00B9444D"/>
    <w:rsid w:val="00B9504E"/>
    <w:rsid w:val="00B95152"/>
    <w:rsid w:val="00B969CA"/>
    <w:rsid w:val="00B9726D"/>
    <w:rsid w:val="00BA008A"/>
    <w:rsid w:val="00BA10E1"/>
    <w:rsid w:val="00BA2B5F"/>
    <w:rsid w:val="00BA3131"/>
    <w:rsid w:val="00BA3391"/>
    <w:rsid w:val="00BA34DA"/>
    <w:rsid w:val="00BA3878"/>
    <w:rsid w:val="00BA3A90"/>
    <w:rsid w:val="00BA513C"/>
    <w:rsid w:val="00BA73FB"/>
    <w:rsid w:val="00BA7C33"/>
    <w:rsid w:val="00BA7EED"/>
    <w:rsid w:val="00BB0F10"/>
    <w:rsid w:val="00BB23C2"/>
    <w:rsid w:val="00BB29C0"/>
    <w:rsid w:val="00BB2D2F"/>
    <w:rsid w:val="00BB34A0"/>
    <w:rsid w:val="00BB3E5B"/>
    <w:rsid w:val="00BB6207"/>
    <w:rsid w:val="00BB6FE2"/>
    <w:rsid w:val="00BB7BE1"/>
    <w:rsid w:val="00BC044A"/>
    <w:rsid w:val="00BC3FA2"/>
    <w:rsid w:val="00BC4BC0"/>
    <w:rsid w:val="00BC66A3"/>
    <w:rsid w:val="00BC68E1"/>
    <w:rsid w:val="00BC738A"/>
    <w:rsid w:val="00BC7FF9"/>
    <w:rsid w:val="00BD0120"/>
    <w:rsid w:val="00BD0BA0"/>
    <w:rsid w:val="00BD0BD9"/>
    <w:rsid w:val="00BD0E69"/>
    <w:rsid w:val="00BD1964"/>
    <w:rsid w:val="00BD208E"/>
    <w:rsid w:val="00BD3157"/>
    <w:rsid w:val="00BD43A0"/>
    <w:rsid w:val="00BD445B"/>
    <w:rsid w:val="00BD5CAF"/>
    <w:rsid w:val="00BE22B1"/>
    <w:rsid w:val="00BE43E4"/>
    <w:rsid w:val="00BE6849"/>
    <w:rsid w:val="00BE7E6A"/>
    <w:rsid w:val="00BF13F4"/>
    <w:rsid w:val="00BF16F2"/>
    <w:rsid w:val="00BF19A1"/>
    <w:rsid w:val="00BF2C54"/>
    <w:rsid w:val="00BF5EB7"/>
    <w:rsid w:val="00BF62B3"/>
    <w:rsid w:val="00BF65D9"/>
    <w:rsid w:val="00BF74A3"/>
    <w:rsid w:val="00BF7A7C"/>
    <w:rsid w:val="00BF7D2D"/>
    <w:rsid w:val="00C01564"/>
    <w:rsid w:val="00C02961"/>
    <w:rsid w:val="00C039EE"/>
    <w:rsid w:val="00C041CB"/>
    <w:rsid w:val="00C05298"/>
    <w:rsid w:val="00C064E2"/>
    <w:rsid w:val="00C068EB"/>
    <w:rsid w:val="00C0711B"/>
    <w:rsid w:val="00C10A5D"/>
    <w:rsid w:val="00C10BC4"/>
    <w:rsid w:val="00C11EA6"/>
    <w:rsid w:val="00C128B3"/>
    <w:rsid w:val="00C1358E"/>
    <w:rsid w:val="00C13733"/>
    <w:rsid w:val="00C14823"/>
    <w:rsid w:val="00C14AD4"/>
    <w:rsid w:val="00C16D89"/>
    <w:rsid w:val="00C17781"/>
    <w:rsid w:val="00C20C63"/>
    <w:rsid w:val="00C21303"/>
    <w:rsid w:val="00C21CD6"/>
    <w:rsid w:val="00C233D3"/>
    <w:rsid w:val="00C2400C"/>
    <w:rsid w:val="00C271D2"/>
    <w:rsid w:val="00C27AF2"/>
    <w:rsid w:val="00C27B10"/>
    <w:rsid w:val="00C301B7"/>
    <w:rsid w:val="00C31B60"/>
    <w:rsid w:val="00C35AEC"/>
    <w:rsid w:val="00C35BE3"/>
    <w:rsid w:val="00C36B1B"/>
    <w:rsid w:val="00C40766"/>
    <w:rsid w:val="00C40C12"/>
    <w:rsid w:val="00C42B7F"/>
    <w:rsid w:val="00C42FDC"/>
    <w:rsid w:val="00C43394"/>
    <w:rsid w:val="00C43513"/>
    <w:rsid w:val="00C4357D"/>
    <w:rsid w:val="00C443BD"/>
    <w:rsid w:val="00C465CB"/>
    <w:rsid w:val="00C47628"/>
    <w:rsid w:val="00C50A51"/>
    <w:rsid w:val="00C51510"/>
    <w:rsid w:val="00C51D8F"/>
    <w:rsid w:val="00C5207B"/>
    <w:rsid w:val="00C52D00"/>
    <w:rsid w:val="00C5406F"/>
    <w:rsid w:val="00C54D1E"/>
    <w:rsid w:val="00C56729"/>
    <w:rsid w:val="00C6190C"/>
    <w:rsid w:val="00C65051"/>
    <w:rsid w:val="00C6549F"/>
    <w:rsid w:val="00C66126"/>
    <w:rsid w:val="00C66829"/>
    <w:rsid w:val="00C67379"/>
    <w:rsid w:val="00C70FF0"/>
    <w:rsid w:val="00C74B33"/>
    <w:rsid w:val="00C757D1"/>
    <w:rsid w:val="00C768EA"/>
    <w:rsid w:val="00C76DCD"/>
    <w:rsid w:val="00C80C57"/>
    <w:rsid w:val="00C82E39"/>
    <w:rsid w:val="00C83A7F"/>
    <w:rsid w:val="00C853FA"/>
    <w:rsid w:val="00C85DE9"/>
    <w:rsid w:val="00C86098"/>
    <w:rsid w:val="00C8707A"/>
    <w:rsid w:val="00C87C7E"/>
    <w:rsid w:val="00C9097A"/>
    <w:rsid w:val="00C9195F"/>
    <w:rsid w:val="00C94BE7"/>
    <w:rsid w:val="00C95836"/>
    <w:rsid w:val="00C96397"/>
    <w:rsid w:val="00C963F9"/>
    <w:rsid w:val="00C966D8"/>
    <w:rsid w:val="00CA0C35"/>
    <w:rsid w:val="00CA4B83"/>
    <w:rsid w:val="00CA5751"/>
    <w:rsid w:val="00CB09AF"/>
    <w:rsid w:val="00CB38B2"/>
    <w:rsid w:val="00CB5953"/>
    <w:rsid w:val="00CB68CC"/>
    <w:rsid w:val="00CB6A20"/>
    <w:rsid w:val="00CB6A87"/>
    <w:rsid w:val="00CB7EDD"/>
    <w:rsid w:val="00CC2A17"/>
    <w:rsid w:val="00CC2B0A"/>
    <w:rsid w:val="00CC3EEF"/>
    <w:rsid w:val="00CC423A"/>
    <w:rsid w:val="00CC5872"/>
    <w:rsid w:val="00CC588C"/>
    <w:rsid w:val="00CC5B8C"/>
    <w:rsid w:val="00CD07F7"/>
    <w:rsid w:val="00CD086E"/>
    <w:rsid w:val="00CD10E0"/>
    <w:rsid w:val="00CD3EB4"/>
    <w:rsid w:val="00CD4507"/>
    <w:rsid w:val="00CD5318"/>
    <w:rsid w:val="00CE1EB2"/>
    <w:rsid w:val="00CE3E74"/>
    <w:rsid w:val="00CE46FC"/>
    <w:rsid w:val="00CE4910"/>
    <w:rsid w:val="00CE4B3D"/>
    <w:rsid w:val="00CE610D"/>
    <w:rsid w:val="00CF09F1"/>
    <w:rsid w:val="00CF2674"/>
    <w:rsid w:val="00CF3C3A"/>
    <w:rsid w:val="00CF4166"/>
    <w:rsid w:val="00CF55A9"/>
    <w:rsid w:val="00CF633D"/>
    <w:rsid w:val="00CF7DA9"/>
    <w:rsid w:val="00D002CF"/>
    <w:rsid w:val="00D00373"/>
    <w:rsid w:val="00D0107B"/>
    <w:rsid w:val="00D01BA7"/>
    <w:rsid w:val="00D03A46"/>
    <w:rsid w:val="00D03C48"/>
    <w:rsid w:val="00D053D6"/>
    <w:rsid w:val="00D07E78"/>
    <w:rsid w:val="00D109FE"/>
    <w:rsid w:val="00D11813"/>
    <w:rsid w:val="00D11B8A"/>
    <w:rsid w:val="00D120A9"/>
    <w:rsid w:val="00D12898"/>
    <w:rsid w:val="00D140A9"/>
    <w:rsid w:val="00D15703"/>
    <w:rsid w:val="00D15798"/>
    <w:rsid w:val="00D214AF"/>
    <w:rsid w:val="00D233FB"/>
    <w:rsid w:val="00D2382D"/>
    <w:rsid w:val="00D24D0E"/>
    <w:rsid w:val="00D2509B"/>
    <w:rsid w:val="00D255F9"/>
    <w:rsid w:val="00D3012E"/>
    <w:rsid w:val="00D30EF5"/>
    <w:rsid w:val="00D328FA"/>
    <w:rsid w:val="00D34032"/>
    <w:rsid w:val="00D340FF"/>
    <w:rsid w:val="00D34774"/>
    <w:rsid w:val="00D3492E"/>
    <w:rsid w:val="00D35F4E"/>
    <w:rsid w:val="00D43D59"/>
    <w:rsid w:val="00D44F05"/>
    <w:rsid w:val="00D460F8"/>
    <w:rsid w:val="00D4638B"/>
    <w:rsid w:val="00D46535"/>
    <w:rsid w:val="00D475B5"/>
    <w:rsid w:val="00D47D89"/>
    <w:rsid w:val="00D500C0"/>
    <w:rsid w:val="00D506AF"/>
    <w:rsid w:val="00D52253"/>
    <w:rsid w:val="00D530F0"/>
    <w:rsid w:val="00D531D3"/>
    <w:rsid w:val="00D53F95"/>
    <w:rsid w:val="00D5658B"/>
    <w:rsid w:val="00D569C7"/>
    <w:rsid w:val="00D56AB0"/>
    <w:rsid w:val="00D56D4C"/>
    <w:rsid w:val="00D570D9"/>
    <w:rsid w:val="00D57A3B"/>
    <w:rsid w:val="00D61B5E"/>
    <w:rsid w:val="00D62279"/>
    <w:rsid w:val="00D63579"/>
    <w:rsid w:val="00D6401E"/>
    <w:rsid w:val="00D6483E"/>
    <w:rsid w:val="00D66524"/>
    <w:rsid w:val="00D6782D"/>
    <w:rsid w:val="00D7226E"/>
    <w:rsid w:val="00D72AF7"/>
    <w:rsid w:val="00D72CF3"/>
    <w:rsid w:val="00D7347F"/>
    <w:rsid w:val="00D73E20"/>
    <w:rsid w:val="00D758A1"/>
    <w:rsid w:val="00D76524"/>
    <w:rsid w:val="00D77786"/>
    <w:rsid w:val="00D80166"/>
    <w:rsid w:val="00D806A9"/>
    <w:rsid w:val="00D8125F"/>
    <w:rsid w:val="00D81E00"/>
    <w:rsid w:val="00D8245C"/>
    <w:rsid w:val="00D82FA5"/>
    <w:rsid w:val="00D84A41"/>
    <w:rsid w:val="00D863A3"/>
    <w:rsid w:val="00D86453"/>
    <w:rsid w:val="00D95170"/>
    <w:rsid w:val="00D95995"/>
    <w:rsid w:val="00D96E55"/>
    <w:rsid w:val="00D97A0D"/>
    <w:rsid w:val="00DA0362"/>
    <w:rsid w:val="00DA12F3"/>
    <w:rsid w:val="00DA224D"/>
    <w:rsid w:val="00DA26DF"/>
    <w:rsid w:val="00DA7C23"/>
    <w:rsid w:val="00DB088E"/>
    <w:rsid w:val="00DB09A0"/>
    <w:rsid w:val="00DB2876"/>
    <w:rsid w:val="00DB2CFF"/>
    <w:rsid w:val="00DB356A"/>
    <w:rsid w:val="00DB3F56"/>
    <w:rsid w:val="00DB4342"/>
    <w:rsid w:val="00DB58DF"/>
    <w:rsid w:val="00DB61BD"/>
    <w:rsid w:val="00DB6539"/>
    <w:rsid w:val="00DB752D"/>
    <w:rsid w:val="00DB78E1"/>
    <w:rsid w:val="00DC09C9"/>
    <w:rsid w:val="00DC1318"/>
    <w:rsid w:val="00DC3AA7"/>
    <w:rsid w:val="00DC3B83"/>
    <w:rsid w:val="00DC5CF1"/>
    <w:rsid w:val="00DC7765"/>
    <w:rsid w:val="00DC7AC2"/>
    <w:rsid w:val="00DD13ED"/>
    <w:rsid w:val="00DD1A1C"/>
    <w:rsid w:val="00DD23F8"/>
    <w:rsid w:val="00DD3C0D"/>
    <w:rsid w:val="00DD4A69"/>
    <w:rsid w:val="00DD543A"/>
    <w:rsid w:val="00DD57B0"/>
    <w:rsid w:val="00DD64C9"/>
    <w:rsid w:val="00DE15E3"/>
    <w:rsid w:val="00DE38DE"/>
    <w:rsid w:val="00DE54B2"/>
    <w:rsid w:val="00DF0A01"/>
    <w:rsid w:val="00DF2DBA"/>
    <w:rsid w:val="00DF5954"/>
    <w:rsid w:val="00DF6FF1"/>
    <w:rsid w:val="00E00E42"/>
    <w:rsid w:val="00E02DF1"/>
    <w:rsid w:val="00E055CA"/>
    <w:rsid w:val="00E07F95"/>
    <w:rsid w:val="00E11293"/>
    <w:rsid w:val="00E11C76"/>
    <w:rsid w:val="00E1263D"/>
    <w:rsid w:val="00E1304E"/>
    <w:rsid w:val="00E13216"/>
    <w:rsid w:val="00E133EF"/>
    <w:rsid w:val="00E1359A"/>
    <w:rsid w:val="00E1502C"/>
    <w:rsid w:val="00E15415"/>
    <w:rsid w:val="00E15F52"/>
    <w:rsid w:val="00E20AEB"/>
    <w:rsid w:val="00E23195"/>
    <w:rsid w:val="00E239BE"/>
    <w:rsid w:val="00E2486E"/>
    <w:rsid w:val="00E25367"/>
    <w:rsid w:val="00E25F18"/>
    <w:rsid w:val="00E26A7D"/>
    <w:rsid w:val="00E26DF0"/>
    <w:rsid w:val="00E30F90"/>
    <w:rsid w:val="00E35016"/>
    <w:rsid w:val="00E3537F"/>
    <w:rsid w:val="00E3585B"/>
    <w:rsid w:val="00E35921"/>
    <w:rsid w:val="00E36632"/>
    <w:rsid w:val="00E37DE9"/>
    <w:rsid w:val="00E41FA3"/>
    <w:rsid w:val="00E4284D"/>
    <w:rsid w:val="00E42E37"/>
    <w:rsid w:val="00E45401"/>
    <w:rsid w:val="00E465E8"/>
    <w:rsid w:val="00E46927"/>
    <w:rsid w:val="00E50330"/>
    <w:rsid w:val="00E5040E"/>
    <w:rsid w:val="00E51B44"/>
    <w:rsid w:val="00E5246E"/>
    <w:rsid w:val="00E5577C"/>
    <w:rsid w:val="00E57598"/>
    <w:rsid w:val="00E57C4A"/>
    <w:rsid w:val="00E61B33"/>
    <w:rsid w:val="00E621EC"/>
    <w:rsid w:val="00E62595"/>
    <w:rsid w:val="00E62A47"/>
    <w:rsid w:val="00E631B4"/>
    <w:rsid w:val="00E64E54"/>
    <w:rsid w:val="00E65863"/>
    <w:rsid w:val="00E65CE4"/>
    <w:rsid w:val="00E65E86"/>
    <w:rsid w:val="00E6674E"/>
    <w:rsid w:val="00E7103F"/>
    <w:rsid w:val="00E7126C"/>
    <w:rsid w:val="00E71465"/>
    <w:rsid w:val="00E72704"/>
    <w:rsid w:val="00E74F80"/>
    <w:rsid w:val="00E774F5"/>
    <w:rsid w:val="00E77C2D"/>
    <w:rsid w:val="00E8029E"/>
    <w:rsid w:val="00E8184A"/>
    <w:rsid w:val="00E81C2E"/>
    <w:rsid w:val="00E81D82"/>
    <w:rsid w:val="00E82D82"/>
    <w:rsid w:val="00E83C8C"/>
    <w:rsid w:val="00E844B8"/>
    <w:rsid w:val="00E84E7D"/>
    <w:rsid w:val="00E852A2"/>
    <w:rsid w:val="00E85D09"/>
    <w:rsid w:val="00E8660F"/>
    <w:rsid w:val="00E86898"/>
    <w:rsid w:val="00E874E3"/>
    <w:rsid w:val="00E87833"/>
    <w:rsid w:val="00E923AF"/>
    <w:rsid w:val="00E92B49"/>
    <w:rsid w:val="00E92DF6"/>
    <w:rsid w:val="00E92F28"/>
    <w:rsid w:val="00E96F0C"/>
    <w:rsid w:val="00EA0197"/>
    <w:rsid w:val="00EA236E"/>
    <w:rsid w:val="00EA449A"/>
    <w:rsid w:val="00EA5625"/>
    <w:rsid w:val="00EA59EB"/>
    <w:rsid w:val="00EA7D84"/>
    <w:rsid w:val="00EB236E"/>
    <w:rsid w:val="00EB26A7"/>
    <w:rsid w:val="00EB2ECB"/>
    <w:rsid w:val="00EB3D0A"/>
    <w:rsid w:val="00EB625E"/>
    <w:rsid w:val="00EB6261"/>
    <w:rsid w:val="00EB6F52"/>
    <w:rsid w:val="00EB7254"/>
    <w:rsid w:val="00EB74C5"/>
    <w:rsid w:val="00EB784F"/>
    <w:rsid w:val="00EB791A"/>
    <w:rsid w:val="00EC0BD6"/>
    <w:rsid w:val="00EC1E73"/>
    <w:rsid w:val="00EC213E"/>
    <w:rsid w:val="00EC40A7"/>
    <w:rsid w:val="00EC4CB9"/>
    <w:rsid w:val="00EC6E86"/>
    <w:rsid w:val="00EC71F8"/>
    <w:rsid w:val="00ED022B"/>
    <w:rsid w:val="00ED1038"/>
    <w:rsid w:val="00ED10BF"/>
    <w:rsid w:val="00ED134E"/>
    <w:rsid w:val="00ED1FC0"/>
    <w:rsid w:val="00ED2465"/>
    <w:rsid w:val="00ED3F5B"/>
    <w:rsid w:val="00ED53BE"/>
    <w:rsid w:val="00ED6CFC"/>
    <w:rsid w:val="00ED6EBD"/>
    <w:rsid w:val="00EE1C36"/>
    <w:rsid w:val="00EE1EF0"/>
    <w:rsid w:val="00EE2AC1"/>
    <w:rsid w:val="00EE2BEC"/>
    <w:rsid w:val="00EE3B11"/>
    <w:rsid w:val="00EE41EA"/>
    <w:rsid w:val="00EE6776"/>
    <w:rsid w:val="00EE6C6D"/>
    <w:rsid w:val="00EE7BC4"/>
    <w:rsid w:val="00EF13C1"/>
    <w:rsid w:val="00EF7433"/>
    <w:rsid w:val="00EF7818"/>
    <w:rsid w:val="00EF7E00"/>
    <w:rsid w:val="00EF7E19"/>
    <w:rsid w:val="00F008D3"/>
    <w:rsid w:val="00F00997"/>
    <w:rsid w:val="00F01E96"/>
    <w:rsid w:val="00F02120"/>
    <w:rsid w:val="00F028CB"/>
    <w:rsid w:val="00F03E6A"/>
    <w:rsid w:val="00F03F4B"/>
    <w:rsid w:val="00F0470D"/>
    <w:rsid w:val="00F060A3"/>
    <w:rsid w:val="00F06CFE"/>
    <w:rsid w:val="00F10D2F"/>
    <w:rsid w:val="00F14A9B"/>
    <w:rsid w:val="00F15ECA"/>
    <w:rsid w:val="00F16B00"/>
    <w:rsid w:val="00F22AF5"/>
    <w:rsid w:val="00F23031"/>
    <w:rsid w:val="00F23597"/>
    <w:rsid w:val="00F23624"/>
    <w:rsid w:val="00F249E1"/>
    <w:rsid w:val="00F2530C"/>
    <w:rsid w:val="00F25720"/>
    <w:rsid w:val="00F2575C"/>
    <w:rsid w:val="00F2593F"/>
    <w:rsid w:val="00F25C90"/>
    <w:rsid w:val="00F26C14"/>
    <w:rsid w:val="00F27EFE"/>
    <w:rsid w:val="00F30677"/>
    <w:rsid w:val="00F30BC7"/>
    <w:rsid w:val="00F37169"/>
    <w:rsid w:val="00F374E8"/>
    <w:rsid w:val="00F40392"/>
    <w:rsid w:val="00F43093"/>
    <w:rsid w:val="00F43172"/>
    <w:rsid w:val="00F436F3"/>
    <w:rsid w:val="00F43AFB"/>
    <w:rsid w:val="00F477C3"/>
    <w:rsid w:val="00F47EE4"/>
    <w:rsid w:val="00F512AE"/>
    <w:rsid w:val="00F54113"/>
    <w:rsid w:val="00F56194"/>
    <w:rsid w:val="00F56DD1"/>
    <w:rsid w:val="00F60995"/>
    <w:rsid w:val="00F60E84"/>
    <w:rsid w:val="00F62198"/>
    <w:rsid w:val="00F624F9"/>
    <w:rsid w:val="00F62712"/>
    <w:rsid w:val="00F62D76"/>
    <w:rsid w:val="00F63325"/>
    <w:rsid w:val="00F652FB"/>
    <w:rsid w:val="00F65359"/>
    <w:rsid w:val="00F664AA"/>
    <w:rsid w:val="00F67DF0"/>
    <w:rsid w:val="00F71507"/>
    <w:rsid w:val="00F72448"/>
    <w:rsid w:val="00F73F05"/>
    <w:rsid w:val="00F752E3"/>
    <w:rsid w:val="00F75474"/>
    <w:rsid w:val="00F762B7"/>
    <w:rsid w:val="00F77472"/>
    <w:rsid w:val="00F806DD"/>
    <w:rsid w:val="00F81B87"/>
    <w:rsid w:val="00F82466"/>
    <w:rsid w:val="00F824D9"/>
    <w:rsid w:val="00F82528"/>
    <w:rsid w:val="00F82BBF"/>
    <w:rsid w:val="00F86A6F"/>
    <w:rsid w:val="00F87934"/>
    <w:rsid w:val="00F87C13"/>
    <w:rsid w:val="00F90D45"/>
    <w:rsid w:val="00F92AD7"/>
    <w:rsid w:val="00F93C1A"/>
    <w:rsid w:val="00F93EB6"/>
    <w:rsid w:val="00FA1299"/>
    <w:rsid w:val="00FA2F1D"/>
    <w:rsid w:val="00FA2F6C"/>
    <w:rsid w:val="00FA46AB"/>
    <w:rsid w:val="00FA5236"/>
    <w:rsid w:val="00FA5F80"/>
    <w:rsid w:val="00FA6209"/>
    <w:rsid w:val="00FA6BEC"/>
    <w:rsid w:val="00FA739E"/>
    <w:rsid w:val="00FA7A37"/>
    <w:rsid w:val="00FA7CD8"/>
    <w:rsid w:val="00FB1BCB"/>
    <w:rsid w:val="00FB28F7"/>
    <w:rsid w:val="00FB2B91"/>
    <w:rsid w:val="00FB38D5"/>
    <w:rsid w:val="00FB437B"/>
    <w:rsid w:val="00FB50E4"/>
    <w:rsid w:val="00FB6A2B"/>
    <w:rsid w:val="00FB7088"/>
    <w:rsid w:val="00FB743F"/>
    <w:rsid w:val="00FB7B30"/>
    <w:rsid w:val="00FC0B18"/>
    <w:rsid w:val="00FC12FF"/>
    <w:rsid w:val="00FC1EC9"/>
    <w:rsid w:val="00FC3FB2"/>
    <w:rsid w:val="00FC4AE5"/>
    <w:rsid w:val="00FC5706"/>
    <w:rsid w:val="00FC5D45"/>
    <w:rsid w:val="00FC5FF4"/>
    <w:rsid w:val="00FC6894"/>
    <w:rsid w:val="00FD08CA"/>
    <w:rsid w:val="00FD1C03"/>
    <w:rsid w:val="00FD21B8"/>
    <w:rsid w:val="00FD2AF5"/>
    <w:rsid w:val="00FD4B30"/>
    <w:rsid w:val="00FD5EEC"/>
    <w:rsid w:val="00FD6182"/>
    <w:rsid w:val="00FD711D"/>
    <w:rsid w:val="00FD7AC1"/>
    <w:rsid w:val="00FD7D6F"/>
    <w:rsid w:val="00FD7E51"/>
    <w:rsid w:val="00FD7FB4"/>
    <w:rsid w:val="00FE11EF"/>
    <w:rsid w:val="00FE145F"/>
    <w:rsid w:val="00FE24DA"/>
    <w:rsid w:val="00FE35E1"/>
    <w:rsid w:val="00FE64A2"/>
    <w:rsid w:val="00FF0D61"/>
    <w:rsid w:val="00FF1B02"/>
    <w:rsid w:val="00FF1D68"/>
    <w:rsid w:val="00FF23A4"/>
    <w:rsid w:val="00FF5633"/>
    <w:rsid w:val="00FF7E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0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5798"/>
    <w:rPr>
      <w:sz w:val="24"/>
      <w:szCs w:val="24"/>
    </w:rPr>
  </w:style>
  <w:style w:type="paragraph" w:styleId="Heading1">
    <w:name w:val="heading 1"/>
    <w:basedOn w:val="Normal"/>
    <w:next w:val="Normal"/>
    <w:qFormat/>
    <w:rsid w:val="00B113A5"/>
    <w:pPr>
      <w:keepNext/>
      <w:numPr>
        <w:numId w:val="12"/>
      </w:numPr>
      <w:tabs>
        <w:tab w:val="clear" w:pos="432"/>
        <w:tab w:val="left" w:pos="504"/>
      </w:tabs>
      <w:spacing w:before="120" w:after="120"/>
      <w:ind w:left="504" w:hanging="504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aliases w:val="Heading 2 Char"/>
    <w:basedOn w:val="Normal"/>
    <w:next w:val="Normal"/>
    <w:link w:val="Heading2Char1"/>
    <w:qFormat/>
    <w:rsid w:val="00B113A5"/>
    <w:pPr>
      <w:numPr>
        <w:ilvl w:val="1"/>
        <w:numId w:val="12"/>
      </w:numPr>
      <w:tabs>
        <w:tab w:val="left" w:pos="1008"/>
      </w:tabs>
      <w:spacing w:before="120" w:after="120"/>
      <w:outlineLvl w:val="1"/>
    </w:pPr>
    <w:rPr>
      <w:rFonts w:ascii="Arial" w:hAnsi="Arial"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qFormat/>
    <w:rsid w:val="00E41FA3"/>
    <w:pPr>
      <w:keepNext/>
      <w:numPr>
        <w:ilvl w:val="2"/>
        <w:numId w:val="12"/>
      </w:numPr>
      <w:tabs>
        <w:tab w:val="left" w:pos="1800"/>
      </w:tabs>
      <w:spacing w:before="120" w:after="120"/>
      <w:outlineLvl w:val="2"/>
    </w:pPr>
    <w:rPr>
      <w:rFonts w:ascii="Arial" w:hAnsi="Arial" w:cs="Arial"/>
      <w:b/>
      <w:bCs/>
    </w:rPr>
  </w:style>
  <w:style w:type="paragraph" w:styleId="Heading4">
    <w:name w:val="heading 4"/>
    <w:basedOn w:val="Normal"/>
    <w:next w:val="Normal"/>
    <w:qFormat/>
    <w:rsid w:val="00BF7A7C"/>
    <w:pPr>
      <w:keepNext/>
      <w:numPr>
        <w:ilvl w:val="3"/>
        <w:numId w:val="12"/>
      </w:numPr>
      <w:tabs>
        <w:tab w:val="clear" w:pos="864"/>
        <w:tab w:val="num" w:pos="2520"/>
      </w:tabs>
      <w:spacing w:before="120" w:after="120"/>
      <w:ind w:left="2736" w:hanging="936"/>
      <w:outlineLvl w:val="3"/>
    </w:pPr>
    <w:rPr>
      <w:rFonts w:ascii="Arial" w:hAnsi="Arial"/>
      <w:b/>
      <w:bCs/>
      <w:szCs w:val="28"/>
    </w:rPr>
  </w:style>
  <w:style w:type="paragraph" w:styleId="Heading5">
    <w:name w:val="heading 5"/>
    <w:basedOn w:val="Normal"/>
    <w:next w:val="Normal"/>
    <w:qFormat/>
    <w:rsid w:val="00015A7A"/>
    <w:pPr>
      <w:numPr>
        <w:ilvl w:val="4"/>
        <w:numId w:val="1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15A7A"/>
    <w:pPr>
      <w:numPr>
        <w:ilvl w:val="5"/>
        <w:numId w:val="12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15A7A"/>
    <w:pPr>
      <w:numPr>
        <w:ilvl w:val="6"/>
        <w:numId w:val="1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015A7A"/>
    <w:pPr>
      <w:numPr>
        <w:ilvl w:val="7"/>
        <w:numId w:val="12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015A7A"/>
    <w:pPr>
      <w:numPr>
        <w:ilvl w:val="8"/>
        <w:numId w:val="1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Lvl1">
    <w:name w:val="Bullet Lvl 1"/>
    <w:basedOn w:val="Normal"/>
    <w:rsid w:val="00540D91"/>
    <w:pPr>
      <w:ind w:left="360" w:hanging="360"/>
    </w:pPr>
    <w:rPr>
      <w:rFonts w:ascii="Arial" w:hAnsi="Arial"/>
    </w:rPr>
  </w:style>
  <w:style w:type="paragraph" w:customStyle="1" w:styleId="BulletLvl2">
    <w:name w:val="Bullet Lvl 2"/>
    <w:basedOn w:val="Normal"/>
    <w:rsid w:val="008A0C97"/>
    <w:pPr>
      <w:numPr>
        <w:numId w:val="1"/>
      </w:numPr>
      <w:tabs>
        <w:tab w:val="clear" w:pos="720"/>
        <w:tab w:val="left" w:pos="864"/>
      </w:tabs>
      <w:ind w:left="864"/>
    </w:pPr>
    <w:rPr>
      <w:rFonts w:ascii="Arial" w:hAnsi="Arial"/>
    </w:rPr>
  </w:style>
  <w:style w:type="paragraph" w:customStyle="1" w:styleId="NumLvl1">
    <w:name w:val="Num Lvl 1"/>
    <w:basedOn w:val="Normal"/>
    <w:rsid w:val="00671AD7"/>
    <w:pPr>
      <w:numPr>
        <w:numId w:val="4"/>
      </w:numPr>
      <w:spacing w:before="60" w:after="60"/>
    </w:pPr>
    <w:rPr>
      <w:rFonts w:ascii="Arial" w:hAnsi="Arial" w:cs="Arial"/>
      <w:bCs/>
    </w:rPr>
  </w:style>
  <w:style w:type="paragraph" w:customStyle="1" w:styleId="FigureTitle">
    <w:name w:val="Figure Title"/>
    <w:basedOn w:val="Normal"/>
    <w:next w:val="Normal"/>
    <w:rsid w:val="0003515E"/>
    <w:pPr>
      <w:spacing w:before="120" w:after="240"/>
      <w:jc w:val="center"/>
    </w:pPr>
    <w:rPr>
      <w:b/>
      <w:i/>
      <w:szCs w:val="20"/>
    </w:rPr>
  </w:style>
  <w:style w:type="paragraph" w:styleId="Header">
    <w:name w:val="header"/>
    <w:basedOn w:val="Normal"/>
    <w:rsid w:val="0003515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A4374"/>
    <w:pPr>
      <w:tabs>
        <w:tab w:val="center" w:pos="4320"/>
        <w:tab w:val="right" w:pos="8640"/>
      </w:tabs>
      <w:jc w:val="center"/>
    </w:pPr>
    <w:rPr>
      <w:rFonts w:ascii="Arial" w:hAnsi="Arial" w:cs="Arial"/>
      <w:i/>
      <w:sz w:val="20"/>
      <w:szCs w:val="20"/>
    </w:rPr>
  </w:style>
  <w:style w:type="paragraph" w:customStyle="1" w:styleId="TableTitle">
    <w:name w:val="Table Title"/>
    <w:basedOn w:val="Normal"/>
    <w:next w:val="Normal"/>
    <w:rsid w:val="0003515E"/>
    <w:pPr>
      <w:keepNext/>
      <w:spacing w:before="120" w:after="240"/>
      <w:jc w:val="center"/>
    </w:pPr>
    <w:rPr>
      <w:b/>
      <w:i/>
      <w:szCs w:val="20"/>
    </w:rPr>
  </w:style>
  <w:style w:type="paragraph" w:customStyle="1" w:styleId="NumLvl2">
    <w:name w:val="Num Lvl 2"/>
    <w:basedOn w:val="Normal"/>
    <w:link w:val="NumLvl2Char"/>
    <w:rsid w:val="00671AD7"/>
    <w:pPr>
      <w:numPr>
        <w:numId w:val="5"/>
      </w:numPr>
      <w:tabs>
        <w:tab w:val="clear" w:pos="720"/>
        <w:tab w:val="left" w:pos="864"/>
      </w:tabs>
      <w:spacing w:before="60" w:after="60"/>
      <w:ind w:left="864"/>
    </w:pPr>
    <w:rPr>
      <w:rFonts w:ascii="Arial" w:hAnsi="Arial" w:cs="Arial"/>
      <w:bCs/>
    </w:rPr>
  </w:style>
  <w:style w:type="paragraph" w:customStyle="1" w:styleId="NumLvl3">
    <w:name w:val="Num Lvl 3"/>
    <w:basedOn w:val="Normal"/>
    <w:rsid w:val="00BF7A7C"/>
    <w:pPr>
      <w:numPr>
        <w:numId w:val="6"/>
      </w:numPr>
      <w:spacing w:before="60" w:after="60"/>
      <w:ind w:left="1368"/>
    </w:pPr>
    <w:rPr>
      <w:rFonts w:ascii="Arial" w:hAnsi="Arial" w:cs="Arial"/>
      <w:bCs/>
    </w:rPr>
  </w:style>
  <w:style w:type="table" w:styleId="TableGrid">
    <w:name w:val="Table Grid"/>
    <w:basedOn w:val="TableNormal"/>
    <w:rsid w:val="000351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umLvl4">
    <w:name w:val="Num Lvl 4"/>
    <w:basedOn w:val="Normal"/>
    <w:rsid w:val="00BF7A7C"/>
    <w:pPr>
      <w:numPr>
        <w:numId w:val="7"/>
      </w:numPr>
      <w:spacing w:before="60" w:after="60"/>
      <w:ind w:left="2160"/>
    </w:pPr>
    <w:rPr>
      <w:rFonts w:ascii="Arial" w:hAnsi="Arial" w:cs="Arial"/>
      <w:bCs/>
    </w:rPr>
  </w:style>
  <w:style w:type="paragraph" w:customStyle="1" w:styleId="LtrLvl1">
    <w:name w:val="Ltr Lvl 1"/>
    <w:basedOn w:val="Normal"/>
    <w:rsid w:val="00671AD7"/>
    <w:pPr>
      <w:numPr>
        <w:numId w:val="8"/>
      </w:numPr>
      <w:spacing w:before="60" w:after="60"/>
    </w:pPr>
    <w:rPr>
      <w:rFonts w:ascii="Arial" w:hAnsi="Arial"/>
    </w:rPr>
  </w:style>
  <w:style w:type="paragraph" w:styleId="BalloonText">
    <w:name w:val="Balloon Text"/>
    <w:basedOn w:val="Normal"/>
    <w:semiHidden/>
    <w:rsid w:val="00FF1B02"/>
    <w:rPr>
      <w:rFonts w:ascii="Tahoma" w:hAnsi="Tahoma" w:cs="Tahoma"/>
      <w:sz w:val="16"/>
      <w:szCs w:val="16"/>
    </w:rPr>
  </w:style>
  <w:style w:type="paragraph" w:customStyle="1" w:styleId="TextLvl1">
    <w:name w:val="Text Lvl 1"/>
    <w:rsid w:val="00671AD7"/>
    <w:pPr>
      <w:spacing w:before="120" w:after="120"/>
    </w:pPr>
    <w:rPr>
      <w:rFonts w:ascii="Arial" w:hAnsi="Arial"/>
      <w:sz w:val="24"/>
    </w:rPr>
  </w:style>
  <w:style w:type="paragraph" w:customStyle="1" w:styleId="TextLvl2">
    <w:name w:val="Text Lvl 2"/>
    <w:basedOn w:val="Normal"/>
    <w:rsid w:val="00671AD7"/>
    <w:pPr>
      <w:spacing w:before="120" w:after="120"/>
      <w:ind w:left="504"/>
    </w:pPr>
    <w:rPr>
      <w:rFonts w:ascii="Arial" w:hAnsi="Arial"/>
    </w:rPr>
  </w:style>
  <w:style w:type="paragraph" w:customStyle="1" w:styleId="BulletLvl3">
    <w:name w:val="Bullet Lvl 3"/>
    <w:basedOn w:val="Normal"/>
    <w:rsid w:val="008A0C97"/>
    <w:pPr>
      <w:numPr>
        <w:numId w:val="2"/>
      </w:numPr>
      <w:tabs>
        <w:tab w:val="clear" w:pos="1080"/>
        <w:tab w:val="left" w:pos="1368"/>
      </w:tabs>
      <w:ind w:left="1368"/>
    </w:pPr>
    <w:rPr>
      <w:rFonts w:ascii="Arial" w:hAnsi="Arial"/>
    </w:rPr>
  </w:style>
  <w:style w:type="paragraph" w:styleId="TOC1">
    <w:name w:val="toc 1"/>
    <w:basedOn w:val="Normal"/>
    <w:next w:val="Normal"/>
    <w:autoRedefine/>
    <w:semiHidden/>
    <w:rsid w:val="00D53F95"/>
    <w:rPr>
      <w:rFonts w:ascii="Arial" w:hAnsi="Arial"/>
    </w:rPr>
  </w:style>
  <w:style w:type="paragraph" w:styleId="TOC2">
    <w:name w:val="toc 2"/>
    <w:basedOn w:val="Normal"/>
    <w:next w:val="Normal"/>
    <w:autoRedefine/>
    <w:semiHidden/>
    <w:rsid w:val="00D53F95"/>
    <w:pPr>
      <w:ind w:left="240"/>
    </w:pPr>
    <w:rPr>
      <w:rFonts w:ascii="Arial" w:hAnsi="Arial"/>
    </w:rPr>
  </w:style>
  <w:style w:type="character" w:styleId="Hyperlink">
    <w:name w:val="Hyperlink"/>
    <w:basedOn w:val="DefaultParagraphFont"/>
    <w:rsid w:val="00D53F95"/>
    <w:rPr>
      <w:color w:val="0000FF"/>
      <w:u w:val="single"/>
    </w:rPr>
  </w:style>
  <w:style w:type="paragraph" w:customStyle="1" w:styleId="TOCTitle">
    <w:name w:val="TOC Title"/>
    <w:basedOn w:val="Normal"/>
    <w:rsid w:val="00C40766"/>
    <w:pPr>
      <w:jc w:val="center"/>
    </w:pPr>
    <w:rPr>
      <w:rFonts w:ascii="Arial" w:hAnsi="Arial" w:cs="Arial"/>
      <w:b/>
      <w:sz w:val="32"/>
      <w:szCs w:val="32"/>
    </w:rPr>
  </w:style>
  <w:style w:type="character" w:customStyle="1" w:styleId="Heading2Char1">
    <w:name w:val="Heading 2 Char1"/>
    <w:aliases w:val="Heading 2 Char Char"/>
    <w:basedOn w:val="DefaultParagraphFont"/>
    <w:link w:val="Heading2"/>
    <w:rsid w:val="00B113A5"/>
    <w:rPr>
      <w:rFonts w:ascii="Arial" w:hAnsi="Arial" w:cs="Arial"/>
      <w:b/>
      <w:bCs/>
      <w:iCs/>
      <w:sz w:val="28"/>
      <w:szCs w:val="28"/>
      <w:lang w:val="en-US" w:eastAsia="en-US" w:bidi="ar-SA"/>
    </w:rPr>
  </w:style>
  <w:style w:type="paragraph" w:customStyle="1" w:styleId="HeaderPage2">
    <w:name w:val="Header Page 2"/>
    <w:basedOn w:val="Header"/>
    <w:rsid w:val="007A4374"/>
    <w:rPr>
      <w:rFonts w:ascii="Arial" w:hAnsi="Arial" w:cs="Arial"/>
      <w:i/>
      <w:sz w:val="20"/>
      <w:szCs w:val="20"/>
    </w:rPr>
  </w:style>
  <w:style w:type="paragraph" w:customStyle="1" w:styleId="TextLvl3">
    <w:name w:val="Text Lvl 3"/>
    <w:basedOn w:val="Normal"/>
    <w:rsid w:val="00671AD7"/>
    <w:pPr>
      <w:spacing w:before="120" w:after="120"/>
      <w:ind w:left="1008"/>
    </w:pPr>
    <w:rPr>
      <w:rFonts w:ascii="Arial" w:hAnsi="Arial"/>
    </w:rPr>
  </w:style>
  <w:style w:type="paragraph" w:customStyle="1" w:styleId="TextLvl4">
    <w:name w:val="Text Lvl 4"/>
    <w:basedOn w:val="Normal"/>
    <w:rsid w:val="00BF7A7C"/>
    <w:pPr>
      <w:tabs>
        <w:tab w:val="right" w:leader="dot" w:pos="9350"/>
      </w:tabs>
      <w:spacing w:before="120" w:after="120"/>
      <w:ind w:left="1800"/>
    </w:pPr>
    <w:rPr>
      <w:rFonts w:ascii="Arial" w:hAnsi="Arial" w:cs="Arial"/>
      <w:bCs/>
    </w:rPr>
  </w:style>
  <w:style w:type="paragraph" w:customStyle="1" w:styleId="BulletLvl4">
    <w:name w:val="Bullet Lvl 4"/>
    <w:basedOn w:val="Normal"/>
    <w:rsid w:val="00BF7A7C"/>
    <w:pPr>
      <w:numPr>
        <w:numId w:val="3"/>
      </w:numPr>
      <w:ind w:left="2160" w:hanging="360"/>
    </w:pPr>
    <w:rPr>
      <w:rFonts w:ascii="Arial" w:hAnsi="Arial" w:cs="Arial"/>
      <w:bCs/>
    </w:rPr>
  </w:style>
  <w:style w:type="paragraph" w:customStyle="1" w:styleId="LtrLvl2">
    <w:name w:val="Ltr Lvl 2"/>
    <w:basedOn w:val="Normal"/>
    <w:rsid w:val="00671AD7"/>
    <w:pPr>
      <w:numPr>
        <w:numId w:val="9"/>
      </w:numPr>
      <w:spacing w:before="60" w:after="60"/>
      <w:ind w:left="864"/>
    </w:pPr>
    <w:rPr>
      <w:rFonts w:ascii="Arial" w:hAnsi="Arial"/>
    </w:rPr>
  </w:style>
  <w:style w:type="paragraph" w:customStyle="1" w:styleId="LtrLvl3Char">
    <w:name w:val="Ltr Lvl 3 Char"/>
    <w:basedOn w:val="Normal"/>
    <w:link w:val="LtrLvl3CharChar"/>
    <w:rsid w:val="00671AD7"/>
    <w:pPr>
      <w:numPr>
        <w:numId w:val="10"/>
      </w:numPr>
      <w:spacing w:before="60" w:after="60"/>
      <w:ind w:left="1368"/>
    </w:pPr>
    <w:rPr>
      <w:rFonts w:ascii="Arial" w:hAnsi="Arial"/>
    </w:rPr>
  </w:style>
  <w:style w:type="paragraph" w:customStyle="1" w:styleId="LtrLvl4">
    <w:name w:val="Ltr Lvl 4"/>
    <w:basedOn w:val="Normal"/>
    <w:rsid w:val="00BF7A7C"/>
    <w:pPr>
      <w:numPr>
        <w:numId w:val="11"/>
      </w:numPr>
      <w:spacing w:before="60" w:after="60"/>
      <w:ind w:left="2160"/>
    </w:pPr>
    <w:rPr>
      <w:rFonts w:ascii="Arial" w:hAnsi="Arial"/>
    </w:rPr>
  </w:style>
  <w:style w:type="character" w:customStyle="1" w:styleId="LtrLvl3CharChar">
    <w:name w:val="Ltr Lvl 3 Char Char"/>
    <w:basedOn w:val="DefaultParagraphFont"/>
    <w:link w:val="LtrLvl3Char"/>
    <w:rsid w:val="00671AD7"/>
    <w:rPr>
      <w:rFonts w:ascii="Arial" w:hAnsi="Arial"/>
      <w:sz w:val="24"/>
      <w:szCs w:val="24"/>
      <w:lang w:val="en-US" w:eastAsia="en-US" w:bidi="ar-SA"/>
    </w:rPr>
  </w:style>
  <w:style w:type="paragraph" w:styleId="TOC3">
    <w:name w:val="toc 3"/>
    <w:basedOn w:val="Normal"/>
    <w:next w:val="Normal"/>
    <w:autoRedefine/>
    <w:semiHidden/>
    <w:rsid w:val="00BF62B3"/>
    <w:pPr>
      <w:ind w:left="480"/>
    </w:pPr>
    <w:rPr>
      <w:rFonts w:ascii="Arial" w:hAnsi="Arial"/>
    </w:rPr>
  </w:style>
  <w:style w:type="paragraph" w:styleId="TOC4">
    <w:name w:val="toc 4"/>
    <w:basedOn w:val="Normal"/>
    <w:next w:val="Normal"/>
    <w:autoRedefine/>
    <w:semiHidden/>
    <w:rsid w:val="00BF62B3"/>
    <w:pPr>
      <w:ind w:left="720"/>
    </w:pPr>
    <w:rPr>
      <w:rFonts w:ascii="Arial" w:hAnsi="Arial"/>
    </w:rPr>
  </w:style>
  <w:style w:type="character" w:customStyle="1" w:styleId="NumLvl2Char">
    <w:name w:val="Num Lvl 2 Char"/>
    <w:basedOn w:val="DefaultParagraphFont"/>
    <w:link w:val="NumLvl2"/>
    <w:rsid w:val="00BF7A7C"/>
    <w:rPr>
      <w:rFonts w:ascii="Arial" w:hAnsi="Arial" w:cs="Arial"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semiHidden/>
    <w:rsid w:val="00BF62B3"/>
    <w:pPr>
      <w:ind w:left="960"/>
    </w:pPr>
    <w:rPr>
      <w:rFonts w:ascii="Arial" w:hAnsi="Arial"/>
    </w:rPr>
  </w:style>
  <w:style w:type="character" w:styleId="FollowedHyperlink">
    <w:name w:val="FollowedHyperlink"/>
    <w:basedOn w:val="DefaultParagraphFont"/>
    <w:rsid w:val="00C13733"/>
    <w:rPr>
      <w:color w:val="0000FF"/>
      <w:u w:val="single"/>
    </w:rPr>
  </w:style>
  <w:style w:type="paragraph" w:styleId="BlockText">
    <w:name w:val="Block Text"/>
    <w:basedOn w:val="Normal"/>
    <w:rsid w:val="00C13733"/>
    <w:pPr>
      <w:spacing w:after="120"/>
      <w:ind w:left="1440" w:right="1440"/>
    </w:pPr>
  </w:style>
  <w:style w:type="paragraph" w:styleId="BodyText">
    <w:name w:val="Body Text"/>
    <w:basedOn w:val="Normal"/>
    <w:rsid w:val="00C13733"/>
    <w:pPr>
      <w:spacing w:after="120"/>
    </w:pPr>
  </w:style>
  <w:style w:type="paragraph" w:styleId="BodyText2">
    <w:name w:val="Body Text 2"/>
    <w:basedOn w:val="Normal"/>
    <w:rsid w:val="00C13733"/>
    <w:pPr>
      <w:spacing w:after="120" w:line="480" w:lineRule="auto"/>
    </w:pPr>
  </w:style>
  <w:style w:type="paragraph" w:styleId="BodyText3">
    <w:name w:val="Body Text 3"/>
    <w:basedOn w:val="Normal"/>
    <w:rsid w:val="00C13733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rsid w:val="00C13733"/>
    <w:pPr>
      <w:ind w:firstLine="210"/>
    </w:pPr>
  </w:style>
  <w:style w:type="paragraph" w:styleId="BodyTextIndent">
    <w:name w:val="Body Text Indent"/>
    <w:basedOn w:val="Normal"/>
    <w:rsid w:val="00C13733"/>
    <w:pPr>
      <w:spacing w:after="120"/>
      <w:ind w:left="360"/>
    </w:pPr>
  </w:style>
  <w:style w:type="paragraph" w:styleId="BodyTextFirstIndent2">
    <w:name w:val="Body Text First Indent 2"/>
    <w:basedOn w:val="BodyTextIndent"/>
    <w:rsid w:val="00C13733"/>
    <w:pPr>
      <w:ind w:firstLine="210"/>
    </w:pPr>
  </w:style>
  <w:style w:type="paragraph" w:styleId="BodyTextIndent2">
    <w:name w:val="Body Text Indent 2"/>
    <w:basedOn w:val="Normal"/>
    <w:rsid w:val="00C13733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C13733"/>
    <w:pPr>
      <w:spacing w:after="120"/>
      <w:ind w:left="360"/>
    </w:pPr>
    <w:rPr>
      <w:sz w:val="16"/>
      <w:szCs w:val="16"/>
    </w:rPr>
  </w:style>
  <w:style w:type="paragraph" w:styleId="Caption">
    <w:name w:val="caption"/>
    <w:basedOn w:val="Normal"/>
    <w:next w:val="Normal"/>
    <w:qFormat/>
    <w:rsid w:val="00C13733"/>
    <w:rPr>
      <w:b/>
      <w:bCs/>
      <w:sz w:val="20"/>
      <w:szCs w:val="20"/>
    </w:rPr>
  </w:style>
  <w:style w:type="paragraph" w:styleId="Closing">
    <w:name w:val="Closing"/>
    <w:basedOn w:val="Normal"/>
    <w:rsid w:val="00C13733"/>
    <w:pPr>
      <w:ind w:left="4320"/>
    </w:pPr>
  </w:style>
  <w:style w:type="paragraph" w:styleId="CommentText">
    <w:name w:val="annotation text"/>
    <w:basedOn w:val="Normal"/>
    <w:semiHidden/>
    <w:rsid w:val="00C1373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C13733"/>
    <w:rPr>
      <w:b/>
      <w:bCs/>
    </w:rPr>
  </w:style>
  <w:style w:type="paragraph" w:styleId="Date">
    <w:name w:val="Date"/>
    <w:basedOn w:val="Normal"/>
    <w:next w:val="Normal"/>
    <w:rsid w:val="00C13733"/>
  </w:style>
  <w:style w:type="paragraph" w:styleId="DocumentMap">
    <w:name w:val="Document Map"/>
    <w:basedOn w:val="Normal"/>
    <w:semiHidden/>
    <w:rsid w:val="00C1373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E-mailSignature">
    <w:name w:val="E-mail Signature"/>
    <w:basedOn w:val="Normal"/>
    <w:rsid w:val="00C13733"/>
  </w:style>
  <w:style w:type="paragraph" w:styleId="EndnoteText">
    <w:name w:val="endnote text"/>
    <w:basedOn w:val="Normal"/>
    <w:semiHidden/>
    <w:rsid w:val="00C13733"/>
    <w:rPr>
      <w:sz w:val="20"/>
      <w:szCs w:val="20"/>
    </w:rPr>
  </w:style>
  <w:style w:type="paragraph" w:styleId="EnvelopeAddress">
    <w:name w:val="envelope address"/>
    <w:basedOn w:val="Normal"/>
    <w:rsid w:val="00C13733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EnvelopeReturn">
    <w:name w:val="envelope return"/>
    <w:basedOn w:val="Normal"/>
    <w:rsid w:val="00C13733"/>
    <w:rPr>
      <w:rFonts w:ascii="Arial" w:hAnsi="Arial" w:cs="Arial"/>
      <w:sz w:val="20"/>
      <w:szCs w:val="20"/>
    </w:rPr>
  </w:style>
  <w:style w:type="paragraph" w:styleId="FootnoteText">
    <w:name w:val="footnote text"/>
    <w:basedOn w:val="Normal"/>
    <w:semiHidden/>
    <w:rsid w:val="00C13733"/>
    <w:rPr>
      <w:sz w:val="20"/>
      <w:szCs w:val="20"/>
    </w:rPr>
  </w:style>
  <w:style w:type="paragraph" w:styleId="HTMLAddress">
    <w:name w:val="HTML Address"/>
    <w:basedOn w:val="Normal"/>
    <w:rsid w:val="00C13733"/>
    <w:rPr>
      <w:i/>
      <w:iCs/>
    </w:rPr>
  </w:style>
  <w:style w:type="paragraph" w:styleId="HTMLPreformatted">
    <w:name w:val="HTML Preformatted"/>
    <w:basedOn w:val="Normal"/>
    <w:rsid w:val="00C13733"/>
    <w:rPr>
      <w:rFonts w:ascii="Courier New" w:hAnsi="Courier New" w:cs="Courier New"/>
      <w:sz w:val="20"/>
      <w:szCs w:val="20"/>
    </w:rPr>
  </w:style>
  <w:style w:type="paragraph" w:styleId="Index1">
    <w:name w:val="index 1"/>
    <w:basedOn w:val="Normal"/>
    <w:next w:val="Normal"/>
    <w:autoRedefine/>
    <w:semiHidden/>
    <w:rsid w:val="00C13733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C13733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C13733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C13733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C13733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C13733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C13733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C13733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C13733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C13733"/>
    <w:rPr>
      <w:rFonts w:ascii="Arial" w:hAnsi="Arial" w:cs="Arial"/>
      <w:b/>
      <w:bCs/>
    </w:rPr>
  </w:style>
  <w:style w:type="paragraph" w:styleId="List">
    <w:name w:val="List"/>
    <w:basedOn w:val="Normal"/>
    <w:rsid w:val="00C13733"/>
    <w:pPr>
      <w:ind w:left="360" w:hanging="360"/>
    </w:pPr>
  </w:style>
  <w:style w:type="paragraph" w:styleId="List2">
    <w:name w:val="List 2"/>
    <w:basedOn w:val="Normal"/>
    <w:rsid w:val="00C13733"/>
    <w:pPr>
      <w:ind w:left="720" w:hanging="360"/>
    </w:pPr>
  </w:style>
  <w:style w:type="paragraph" w:styleId="List3">
    <w:name w:val="List 3"/>
    <w:basedOn w:val="Normal"/>
    <w:rsid w:val="00C13733"/>
    <w:pPr>
      <w:ind w:left="1080" w:hanging="360"/>
    </w:pPr>
  </w:style>
  <w:style w:type="paragraph" w:styleId="List4">
    <w:name w:val="List 4"/>
    <w:basedOn w:val="Normal"/>
    <w:rsid w:val="00C13733"/>
    <w:pPr>
      <w:ind w:left="1440" w:hanging="360"/>
    </w:pPr>
  </w:style>
  <w:style w:type="paragraph" w:styleId="List5">
    <w:name w:val="List 5"/>
    <w:basedOn w:val="Normal"/>
    <w:rsid w:val="00C13733"/>
    <w:pPr>
      <w:ind w:left="1800" w:hanging="360"/>
    </w:pPr>
  </w:style>
  <w:style w:type="paragraph" w:styleId="ListBullet">
    <w:name w:val="List Bullet"/>
    <w:basedOn w:val="Normal"/>
    <w:rsid w:val="00C13733"/>
    <w:pPr>
      <w:numPr>
        <w:numId w:val="13"/>
      </w:numPr>
    </w:pPr>
  </w:style>
  <w:style w:type="paragraph" w:styleId="ListBullet2">
    <w:name w:val="List Bullet 2"/>
    <w:basedOn w:val="Normal"/>
    <w:rsid w:val="00C13733"/>
    <w:pPr>
      <w:numPr>
        <w:numId w:val="14"/>
      </w:numPr>
    </w:pPr>
  </w:style>
  <w:style w:type="paragraph" w:styleId="ListBullet3">
    <w:name w:val="List Bullet 3"/>
    <w:basedOn w:val="Normal"/>
    <w:rsid w:val="00C13733"/>
    <w:pPr>
      <w:numPr>
        <w:numId w:val="15"/>
      </w:numPr>
    </w:pPr>
  </w:style>
  <w:style w:type="paragraph" w:styleId="ListBullet4">
    <w:name w:val="List Bullet 4"/>
    <w:basedOn w:val="Normal"/>
    <w:rsid w:val="00C13733"/>
    <w:pPr>
      <w:numPr>
        <w:numId w:val="16"/>
      </w:numPr>
    </w:pPr>
  </w:style>
  <w:style w:type="paragraph" w:styleId="ListBullet5">
    <w:name w:val="List Bullet 5"/>
    <w:basedOn w:val="Normal"/>
    <w:rsid w:val="00C13733"/>
    <w:pPr>
      <w:numPr>
        <w:numId w:val="17"/>
      </w:numPr>
    </w:pPr>
  </w:style>
  <w:style w:type="paragraph" w:styleId="ListContinue">
    <w:name w:val="List Continue"/>
    <w:basedOn w:val="Normal"/>
    <w:rsid w:val="00C13733"/>
    <w:pPr>
      <w:spacing w:after="120"/>
      <w:ind w:left="360"/>
    </w:pPr>
  </w:style>
  <w:style w:type="paragraph" w:styleId="ListContinue2">
    <w:name w:val="List Continue 2"/>
    <w:basedOn w:val="Normal"/>
    <w:rsid w:val="00C13733"/>
    <w:pPr>
      <w:spacing w:after="120"/>
      <w:ind w:left="720"/>
    </w:pPr>
  </w:style>
  <w:style w:type="paragraph" w:styleId="ListContinue3">
    <w:name w:val="List Continue 3"/>
    <w:basedOn w:val="Normal"/>
    <w:rsid w:val="00C13733"/>
    <w:pPr>
      <w:spacing w:after="120"/>
      <w:ind w:left="1080"/>
    </w:pPr>
  </w:style>
  <w:style w:type="paragraph" w:styleId="ListContinue4">
    <w:name w:val="List Continue 4"/>
    <w:basedOn w:val="Normal"/>
    <w:rsid w:val="00C13733"/>
    <w:pPr>
      <w:spacing w:after="120"/>
      <w:ind w:left="1440"/>
    </w:pPr>
  </w:style>
  <w:style w:type="paragraph" w:styleId="ListContinue5">
    <w:name w:val="List Continue 5"/>
    <w:basedOn w:val="Normal"/>
    <w:rsid w:val="00C13733"/>
    <w:pPr>
      <w:spacing w:after="120"/>
      <w:ind w:left="1800"/>
    </w:pPr>
  </w:style>
  <w:style w:type="paragraph" w:styleId="ListNumber">
    <w:name w:val="List Number"/>
    <w:basedOn w:val="Normal"/>
    <w:rsid w:val="00C13733"/>
    <w:pPr>
      <w:numPr>
        <w:numId w:val="18"/>
      </w:numPr>
    </w:pPr>
  </w:style>
  <w:style w:type="paragraph" w:styleId="ListNumber2">
    <w:name w:val="List Number 2"/>
    <w:basedOn w:val="Normal"/>
    <w:rsid w:val="00C13733"/>
    <w:pPr>
      <w:numPr>
        <w:numId w:val="19"/>
      </w:numPr>
    </w:pPr>
  </w:style>
  <w:style w:type="paragraph" w:styleId="ListNumber3">
    <w:name w:val="List Number 3"/>
    <w:basedOn w:val="Normal"/>
    <w:rsid w:val="00C13733"/>
    <w:pPr>
      <w:numPr>
        <w:numId w:val="20"/>
      </w:numPr>
    </w:pPr>
  </w:style>
  <w:style w:type="paragraph" w:styleId="ListNumber4">
    <w:name w:val="List Number 4"/>
    <w:basedOn w:val="Normal"/>
    <w:rsid w:val="00C13733"/>
    <w:pPr>
      <w:numPr>
        <w:numId w:val="21"/>
      </w:numPr>
    </w:pPr>
  </w:style>
  <w:style w:type="paragraph" w:styleId="ListNumber5">
    <w:name w:val="List Number 5"/>
    <w:basedOn w:val="Normal"/>
    <w:rsid w:val="00C13733"/>
    <w:pPr>
      <w:numPr>
        <w:numId w:val="22"/>
      </w:numPr>
    </w:pPr>
  </w:style>
  <w:style w:type="paragraph" w:styleId="MacroText">
    <w:name w:val="macro"/>
    <w:semiHidden/>
    <w:rsid w:val="00C1373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MessageHeader">
    <w:name w:val="Message Header"/>
    <w:basedOn w:val="Normal"/>
    <w:rsid w:val="00C1373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paragraph" w:styleId="NormalWeb">
    <w:name w:val="Normal (Web)"/>
    <w:basedOn w:val="Normal"/>
    <w:rsid w:val="00C13733"/>
  </w:style>
  <w:style w:type="paragraph" w:styleId="NormalIndent">
    <w:name w:val="Normal Indent"/>
    <w:basedOn w:val="Normal"/>
    <w:rsid w:val="00C13733"/>
    <w:pPr>
      <w:ind w:left="720"/>
    </w:pPr>
  </w:style>
  <w:style w:type="paragraph" w:styleId="NoteHeading">
    <w:name w:val="Note Heading"/>
    <w:basedOn w:val="Normal"/>
    <w:next w:val="Normal"/>
    <w:rsid w:val="00C13733"/>
  </w:style>
  <w:style w:type="paragraph" w:styleId="PlainText">
    <w:name w:val="Plain Text"/>
    <w:basedOn w:val="Normal"/>
    <w:rsid w:val="00C13733"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  <w:rsid w:val="00C13733"/>
  </w:style>
  <w:style w:type="paragraph" w:styleId="Signature">
    <w:name w:val="Signature"/>
    <w:basedOn w:val="Normal"/>
    <w:rsid w:val="00C13733"/>
    <w:pPr>
      <w:ind w:left="4320"/>
    </w:pPr>
  </w:style>
  <w:style w:type="paragraph" w:styleId="Subtitle">
    <w:name w:val="Subtitle"/>
    <w:basedOn w:val="Normal"/>
    <w:qFormat/>
    <w:rsid w:val="00C13733"/>
    <w:pPr>
      <w:spacing w:after="60"/>
      <w:jc w:val="center"/>
      <w:outlineLvl w:val="1"/>
    </w:pPr>
    <w:rPr>
      <w:rFonts w:ascii="Arial" w:hAnsi="Arial" w:cs="Arial"/>
    </w:rPr>
  </w:style>
  <w:style w:type="paragraph" w:styleId="TableofAuthorities">
    <w:name w:val="table of authorities"/>
    <w:basedOn w:val="Normal"/>
    <w:next w:val="Normal"/>
    <w:semiHidden/>
    <w:rsid w:val="00C13733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C13733"/>
  </w:style>
  <w:style w:type="paragraph" w:styleId="Title">
    <w:name w:val="Title"/>
    <w:basedOn w:val="Normal"/>
    <w:qFormat/>
    <w:rsid w:val="00C13733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semiHidden/>
    <w:rsid w:val="00C13733"/>
    <w:pPr>
      <w:spacing w:before="120"/>
    </w:pPr>
    <w:rPr>
      <w:rFonts w:ascii="Arial" w:hAnsi="Arial" w:cs="Arial"/>
      <w:b/>
      <w:bCs/>
    </w:rPr>
  </w:style>
  <w:style w:type="paragraph" w:styleId="TOC6">
    <w:name w:val="toc 6"/>
    <w:basedOn w:val="Normal"/>
    <w:next w:val="Normal"/>
    <w:autoRedefine/>
    <w:semiHidden/>
    <w:rsid w:val="00C13733"/>
    <w:pPr>
      <w:ind w:left="1200"/>
    </w:pPr>
  </w:style>
  <w:style w:type="paragraph" w:styleId="TOC7">
    <w:name w:val="toc 7"/>
    <w:basedOn w:val="Normal"/>
    <w:next w:val="Normal"/>
    <w:autoRedefine/>
    <w:semiHidden/>
    <w:rsid w:val="00C13733"/>
    <w:pPr>
      <w:ind w:left="1440"/>
    </w:pPr>
  </w:style>
  <w:style w:type="paragraph" w:styleId="TOC8">
    <w:name w:val="toc 8"/>
    <w:basedOn w:val="Normal"/>
    <w:next w:val="Normal"/>
    <w:autoRedefine/>
    <w:semiHidden/>
    <w:rsid w:val="00C13733"/>
    <w:pPr>
      <w:ind w:left="1680"/>
    </w:pPr>
  </w:style>
  <w:style w:type="paragraph" w:styleId="TOC9">
    <w:name w:val="toc 9"/>
    <w:basedOn w:val="Normal"/>
    <w:next w:val="Normal"/>
    <w:autoRedefine/>
    <w:semiHidden/>
    <w:rsid w:val="00C13733"/>
    <w:pPr>
      <w:ind w:left="1920"/>
    </w:pPr>
  </w:style>
  <w:style w:type="paragraph" w:styleId="ListParagraph">
    <w:name w:val="List Paragraph"/>
    <w:basedOn w:val="Normal"/>
    <w:uiPriority w:val="34"/>
    <w:qFormat/>
    <w:rsid w:val="00A97C5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1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36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30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747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01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235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694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8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8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9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6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4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462825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496702">
                      <w:marLeft w:val="2928"/>
                      <w:marRight w:val="0"/>
                      <w:marTop w:val="7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724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7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stevens\My%20Documents\Proenergy%20Template\ProEnergy%20Polici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16BA11-E4E9-4E52-B383-767FC9B1E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ProEnergy Policies</Template>
  <TotalTime>6</TotalTime>
  <Pages>2</Pages>
  <Words>582</Words>
  <Characters>3321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2003 – 2004 Project Plan</vt:lpstr>
    </vt:vector>
  </TitlesOfParts>
  <Company/>
  <LinksUpToDate>false</LinksUpToDate>
  <CharactersWithSpaces>3896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2003 – 2004 Project Plan</dc:title>
  <dc:creator>John Stevens</dc:creator>
  <cp:lastModifiedBy>rbarr</cp:lastModifiedBy>
  <cp:revision>2</cp:revision>
  <cp:lastPrinted>2010-08-13T13:57:00Z</cp:lastPrinted>
  <dcterms:created xsi:type="dcterms:W3CDTF">2010-08-13T14:12:00Z</dcterms:created>
  <dcterms:modified xsi:type="dcterms:W3CDTF">2010-08-13T14:12:00Z</dcterms:modified>
</cp:coreProperties>
</file>